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C75" w:rsidRDefault="00540C75" w:rsidP="00540C75">
      <w:pPr>
        <w:jc w:val="center"/>
        <w:rPr>
          <w:rFonts w:ascii="Arial" w:hAnsi="Arial"/>
          <w:b/>
          <w:color w:val="048341"/>
          <w:sz w:val="18"/>
          <w:szCs w:val="18"/>
        </w:rPr>
      </w:pPr>
    </w:p>
    <w:p w:rsidR="00540C75" w:rsidRPr="00540C75" w:rsidRDefault="00540C75" w:rsidP="00540C75">
      <w:pPr>
        <w:jc w:val="center"/>
        <w:rPr>
          <w:rFonts w:ascii="Arial Black" w:hAnsi="Arial Black" w:cs="Arial"/>
          <w:b/>
          <w:sz w:val="28"/>
          <w:szCs w:val="22"/>
        </w:rPr>
      </w:pPr>
      <w:r w:rsidRPr="00540C75">
        <w:rPr>
          <w:rFonts w:ascii="Arial Black" w:hAnsi="Arial Black" w:cs="Arial"/>
          <w:b/>
          <w:sz w:val="28"/>
          <w:szCs w:val="22"/>
        </w:rPr>
        <w:t>PRIJAVA NA JAVNI RAZPIS</w:t>
      </w:r>
    </w:p>
    <w:p w:rsidR="00540C75" w:rsidRDefault="00540C75" w:rsidP="00540C75">
      <w:pPr>
        <w:jc w:val="center"/>
        <w:rPr>
          <w:rFonts w:ascii="Arial" w:hAnsi="Arial" w:cs="Arial"/>
          <w:b/>
          <w:sz w:val="22"/>
          <w:szCs w:val="22"/>
        </w:rPr>
      </w:pPr>
      <w:r w:rsidRPr="00B12269">
        <w:rPr>
          <w:rFonts w:ascii="Arial" w:hAnsi="Arial" w:cs="Arial"/>
          <w:b/>
          <w:sz w:val="22"/>
          <w:szCs w:val="22"/>
        </w:rPr>
        <w:t>za sofinanciranje ukrepov ohranjanja in spodbujanja razvoja kmetijstva in pode</w:t>
      </w:r>
      <w:r>
        <w:rPr>
          <w:rFonts w:ascii="Arial" w:hAnsi="Arial" w:cs="Arial"/>
          <w:b/>
          <w:sz w:val="22"/>
          <w:szCs w:val="22"/>
        </w:rPr>
        <w:t xml:space="preserve">želja v Občini Grad </w:t>
      </w:r>
      <w:r w:rsidRPr="00F26850">
        <w:rPr>
          <w:rFonts w:ascii="Arial Black" w:hAnsi="Arial Black" w:cs="Arial"/>
          <w:b/>
          <w:sz w:val="22"/>
          <w:szCs w:val="22"/>
        </w:rPr>
        <w:t>za leto 202</w:t>
      </w:r>
      <w:r w:rsidR="003B73E2">
        <w:rPr>
          <w:rFonts w:ascii="Arial Black" w:hAnsi="Arial Black" w:cs="Arial"/>
          <w:b/>
          <w:sz w:val="22"/>
          <w:szCs w:val="22"/>
        </w:rPr>
        <w:t>5</w:t>
      </w:r>
    </w:p>
    <w:p w:rsidR="00540C75" w:rsidRPr="0051563B" w:rsidRDefault="00540C75" w:rsidP="00540C75">
      <w:pPr>
        <w:jc w:val="center"/>
        <w:rPr>
          <w:rFonts w:ascii="Arial Black" w:hAnsi="Arial Black" w:cs="Arial"/>
          <w:b/>
          <w:sz w:val="22"/>
          <w:szCs w:val="22"/>
        </w:rPr>
      </w:pPr>
    </w:p>
    <w:p w:rsidR="00540C75" w:rsidRPr="0051563B" w:rsidRDefault="00540C75" w:rsidP="00540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center"/>
        <w:rPr>
          <w:rFonts w:ascii="Arial Black" w:hAnsi="Arial Black" w:cs="Arial"/>
          <w:b/>
          <w:color w:val="1F497D"/>
          <w:sz w:val="22"/>
          <w:szCs w:val="22"/>
        </w:rPr>
      </w:pPr>
    </w:p>
    <w:p w:rsidR="00C11DEB" w:rsidRDefault="00DF03FC" w:rsidP="00C11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center"/>
        <w:rPr>
          <w:rFonts w:ascii="Arial Black" w:hAnsi="Arial Black" w:cs="Arial"/>
          <w:b/>
          <w:color w:val="1F497D"/>
          <w:sz w:val="28"/>
          <w:szCs w:val="22"/>
        </w:rPr>
      </w:pPr>
      <w:r w:rsidRPr="00DF03FC">
        <w:rPr>
          <w:rFonts w:ascii="Arial Black" w:hAnsi="Arial Black" w:cs="Arial"/>
          <w:b/>
          <w:color w:val="1F497D"/>
          <w:sz w:val="28"/>
          <w:szCs w:val="22"/>
        </w:rPr>
        <w:t xml:space="preserve">UKREP </w:t>
      </w:r>
      <w:r w:rsidR="00CA0B8D">
        <w:rPr>
          <w:rFonts w:ascii="Arial Black" w:hAnsi="Arial Black" w:cs="Arial"/>
          <w:b/>
          <w:color w:val="1F497D"/>
          <w:sz w:val="28"/>
          <w:szCs w:val="22"/>
        </w:rPr>
        <w:t>2</w:t>
      </w:r>
      <w:r w:rsidRPr="00DF03FC">
        <w:rPr>
          <w:rFonts w:ascii="Arial Black" w:hAnsi="Arial Black" w:cs="Arial"/>
          <w:b/>
          <w:color w:val="1F497D"/>
          <w:sz w:val="28"/>
          <w:szCs w:val="22"/>
        </w:rPr>
        <w:t xml:space="preserve"> – Pomoč za plačilo zavarovalnih premij</w:t>
      </w:r>
    </w:p>
    <w:p w:rsidR="00C11DEB" w:rsidRPr="00C11DEB" w:rsidRDefault="00C11DEB" w:rsidP="00C11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center"/>
        <w:rPr>
          <w:rFonts w:ascii="Arial" w:hAnsi="Arial" w:cs="Arial"/>
          <w:i/>
          <w:sz w:val="20"/>
        </w:rPr>
      </w:pPr>
      <w:r w:rsidRPr="00C11DEB">
        <w:rPr>
          <w:rFonts w:ascii="Arial" w:hAnsi="Arial" w:cs="Arial"/>
          <w:i/>
          <w:sz w:val="20"/>
        </w:rPr>
        <w:t>(</w:t>
      </w:r>
      <w:r w:rsidR="00603968">
        <w:rPr>
          <w:rFonts w:ascii="Arial" w:hAnsi="Arial" w:cs="Arial"/>
          <w:i/>
          <w:sz w:val="20"/>
        </w:rPr>
        <w:t>28</w:t>
      </w:r>
      <w:r w:rsidRPr="00C11DEB">
        <w:rPr>
          <w:rFonts w:ascii="Arial" w:hAnsi="Arial" w:cs="Arial"/>
          <w:i/>
          <w:sz w:val="20"/>
        </w:rPr>
        <w:t xml:space="preserve">. člen </w:t>
      </w:r>
      <w:r w:rsidRPr="00C11DEB">
        <w:rPr>
          <w:rFonts w:ascii="Arial" w:hAnsi="Arial" w:cs="Arial"/>
          <w:b/>
          <w:i/>
          <w:sz w:val="20"/>
        </w:rPr>
        <w:t>Uredbe Komisije (EU) št. 2022/2472</w:t>
      </w:r>
      <w:r w:rsidRPr="00C11DEB">
        <w:rPr>
          <w:rFonts w:ascii="Arial" w:hAnsi="Arial" w:cs="Arial"/>
          <w:i/>
          <w:sz w:val="20"/>
        </w:rPr>
        <w:t>)</w:t>
      </w:r>
      <w:r w:rsidR="00603968">
        <w:rPr>
          <w:rFonts w:ascii="Arial" w:hAnsi="Arial" w:cs="Arial"/>
          <w:i/>
          <w:sz w:val="20"/>
        </w:rPr>
        <w:t xml:space="preserve"> – 16. člen pravilnika</w:t>
      </w:r>
    </w:p>
    <w:p w:rsidR="00540C75" w:rsidRPr="0077198C" w:rsidRDefault="00540C75" w:rsidP="00540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center"/>
        <w:rPr>
          <w:rFonts w:ascii="Arial" w:hAnsi="Arial" w:cs="Arial"/>
          <w:b/>
          <w:color w:val="1F497D"/>
          <w:sz w:val="22"/>
          <w:szCs w:val="22"/>
        </w:rPr>
      </w:pPr>
    </w:p>
    <w:p w:rsidR="00540C75" w:rsidRDefault="00540C75" w:rsidP="00540C75">
      <w:pPr>
        <w:rPr>
          <w:rFonts w:ascii="Arial" w:hAnsi="Arial" w:cs="Arial"/>
          <w:b/>
          <w:color w:val="1F497D"/>
          <w:sz w:val="22"/>
          <w:szCs w:val="22"/>
        </w:rPr>
      </w:pPr>
    </w:p>
    <w:p w:rsidR="00540C75" w:rsidRPr="0077198C" w:rsidRDefault="00540C75" w:rsidP="00540C75">
      <w:pPr>
        <w:rPr>
          <w:rFonts w:ascii="Arial" w:hAnsi="Arial" w:cs="Arial"/>
          <w:b/>
          <w:color w:val="1F497D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0"/>
      </w:tblGrid>
      <w:tr w:rsidR="00D47E07" w:rsidRPr="00604544" w:rsidTr="00476317">
        <w:tc>
          <w:tcPr>
            <w:tcW w:w="5000" w:type="pct"/>
            <w:shd w:val="clear" w:color="auto" w:fill="BFBFBF" w:themeFill="background1" w:themeFillShade="BF"/>
          </w:tcPr>
          <w:p w:rsidR="00D47E07" w:rsidRPr="004D3C45" w:rsidRDefault="00D47E07" w:rsidP="001D4B45">
            <w:pPr>
              <w:pStyle w:val="Naslov1"/>
              <w:keepNext/>
              <w:keepLines/>
              <w:numPr>
                <w:ilvl w:val="0"/>
                <w:numId w:val="10"/>
              </w:numPr>
              <w:jc w:val="center"/>
            </w:pPr>
            <w:r w:rsidRPr="00604544">
              <w:rPr>
                <w:rFonts w:ascii="Arial" w:hAnsi="Arial" w:cs="Arial"/>
                <w:b/>
                <w:szCs w:val="24"/>
              </w:rPr>
              <w:t>PRIJAVNI OBRAZEC</w:t>
            </w:r>
          </w:p>
        </w:tc>
      </w:tr>
    </w:tbl>
    <w:p w:rsidR="00D47E07" w:rsidRPr="0077198C" w:rsidRDefault="00D47E07" w:rsidP="00D47E07">
      <w:pPr>
        <w:pStyle w:val="Glava"/>
        <w:tabs>
          <w:tab w:val="left" w:pos="708"/>
        </w:tabs>
        <w:rPr>
          <w:rFonts w:ascii="Arial" w:hAnsi="Arial" w:cs="Arial"/>
          <w:b/>
          <w:color w:val="1F497D"/>
          <w:sz w:val="22"/>
          <w:szCs w:val="22"/>
        </w:rPr>
      </w:pPr>
    </w:p>
    <w:p w:rsidR="00D47E07" w:rsidRDefault="00D47E07" w:rsidP="00D47E07">
      <w:pPr>
        <w:pStyle w:val="Glava"/>
        <w:tabs>
          <w:tab w:val="left" w:pos="708"/>
        </w:tabs>
        <w:rPr>
          <w:rFonts w:ascii="Arial" w:hAnsi="Arial" w:cs="Arial"/>
          <w:b/>
          <w:color w:val="1F497D"/>
          <w:sz w:val="22"/>
          <w:szCs w:val="22"/>
        </w:rPr>
      </w:pPr>
    </w:p>
    <w:p w:rsidR="00D47E07" w:rsidRPr="0099491C" w:rsidRDefault="00D47E07" w:rsidP="00D47E07">
      <w:pPr>
        <w:pStyle w:val="Glava"/>
        <w:tabs>
          <w:tab w:val="left" w:pos="708"/>
        </w:tabs>
        <w:rPr>
          <w:rFonts w:ascii="Arial" w:hAnsi="Arial" w:cs="Arial"/>
          <w:b/>
          <w:color w:val="1F497D"/>
          <w:sz w:val="22"/>
          <w:szCs w:val="22"/>
        </w:rPr>
      </w:pPr>
      <w:r w:rsidRPr="0099491C">
        <w:rPr>
          <w:rFonts w:ascii="Arial" w:hAnsi="Arial" w:cs="Arial"/>
          <w:b/>
          <w:color w:val="1F497D"/>
          <w:szCs w:val="22"/>
        </w:rPr>
        <w:t>PODATKI O VLAGATELJU</w:t>
      </w:r>
    </w:p>
    <w:p w:rsidR="00D47E07" w:rsidRPr="0099491C" w:rsidRDefault="00D47E07" w:rsidP="00D47E07">
      <w:pPr>
        <w:pStyle w:val="Naslov5"/>
        <w:rPr>
          <w:rFonts w:ascii="Arial" w:hAnsi="Arial" w:cs="Arial"/>
          <w:b/>
          <w:bCs/>
          <w:i/>
          <w:color w:val="auto"/>
          <w:sz w:val="22"/>
          <w:szCs w:val="22"/>
        </w:rPr>
      </w:pPr>
      <w:r w:rsidRPr="0099491C">
        <w:rPr>
          <w:rFonts w:ascii="Arial" w:hAnsi="Arial" w:cs="Arial"/>
          <w:b/>
          <w:i/>
          <w:color w:val="1F497D" w:themeColor="text2"/>
          <w:sz w:val="22"/>
          <w:szCs w:val="22"/>
        </w:rPr>
        <w:t>(podatke vpišite oz. ustrezno obkrožite!)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3"/>
        <w:gridCol w:w="3405"/>
        <w:gridCol w:w="2682"/>
      </w:tblGrid>
      <w:tr w:rsidR="00B36EDD" w:rsidRPr="00B336A0" w:rsidTr="00D30FF2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Ime in priimek/naziv nosilca</w:t>
            </w:r>
          </w:p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kmetijskega gospodarstva</w:t>
            </w:r>
            <w:r>
              <w:rPr>
                <w:rFonts w:ascii="Arial" w:hAnsi="Arial" w:cs="Arial"/>
                <w:sz w:val="20"/>
                <w:szCs w:val="22"/>
              </w:rPr>
              <w:t xml:space="preserve"> (KMG)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79" w:type="pct"/>
            <w:vAlign w:val="center"/>
          </w:tcPr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B36EDD" w:rsidRPr="005F3FB8" w:rsidRDefault="00B36EDD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Identifikacijska številka</w:t>
            </w:r>
          </w:p>
          <w:p w:rsidR="00B36EDD" w:rsidRPr="005F3FB8" w:rsidRDefault="00B36EDD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kmetijskega gospodarstva 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– 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         KMG – MID</w:t>
            </w:r>
            <w:r>
              <w:rPr>
                <w:rFonts w:ascii="Arial" w:hAnsi="Arial" w:cs="Arial"/>
                <w:bCs/>
                <w:sz w:val="20"/>
                <w:szCs w:val="22"/>
              </w:rPr>
              <w:t>, št.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:</w:t>
            </w:r>
          </w:p>
          <w:p w:rsidR="00B36EDD" w:rsidRPr="005F3FB8" w:rsidRDefault="00B36EDD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B36EDD" w:rsidRPr="005F3FB8" w:rsidRDefault="00B36EDD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tr w:rsidR="00B36EDD" w:rsidRPr="00B336A0" w:rsidTr="00D30FF2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  <w:bookmarkStart w:id="0" w:name="_Hlk172278663"/>
            <w:r w:rsidRPr="00B336A0">
              <w:rPr>
                <w:rFonts w:ascii="Arial" w:hAnsi="Arial" w:cs="Arial"/>
                <w:sz w:val="20"/>
                <w:szCs w:val="22"/>
              </w:rPr>
              <w:t>Naslov/sedež</w:t>
            </w:r>
            <w:r>
              <w:rPr>
                <w:rFonts w:ascii="Arial" w:hAnsi="Arial" w:cs="Arial"/>
                <w:sz w:val="20"/>
                <w:szCs w:val="22"/>
              </w:rPr>
              <w:t xml:space="preserve"> (pravna oseba)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</w:tc>
        <w:tc>
          <w:tcPr>
            <w:tcW w:w="1879" w:type="pct"/>
            <w:vAlign w:val="center"/>
          </w:tcPr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B36EDD" w:rsidRPr="005F3FB8" w:rsidRDefault="00B36EDD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Davčna številka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 – DŠ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:</w:t>
            </w:r>
          </w:p>
          <w:p w:rsidR="00B36EDD" w:rsidRPr="005F3FB8" w:rsidRDefault="00B36EDD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B36EDD" w:rsidRPr="005F3FB8" w:rsidRDefault="00B36EDD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tr w:rsidR="00B36EDD" w:rsidRPr="00B336A0" w:rsidTr="00D30FF2">
        <w:trPr>
          <w:trHeight w:val="873"/>
        </w:trPr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Ulica/hišna št.:</w:t>
            </w:r>
          </w:p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Poštna št./kraj:</w:t>
            </w:r>
          </w:p>
        </w:tc>
        <w:tc>
          <w:tcPr>
            <w:tcW w:w="1879" w:type="pct"/>
            <w:vAlign w:val="center"/>
          </w:tcPr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B36EDD" w:rsidRPr="005F3FB8" w:rsidRDefault="00B36EDD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Matična številka 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– MŠ 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(pravna oseba):</w:t>
            </w:r>
          </w:p>
          <w:p w:rsidR="00B36EDD" w:rsidRPr="005F3FB8" w:rsidRDefault="00B36EDD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B36EDD" w:rsidRPr="005F3FB8" w:rsidRDefault="00B36EDD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bookmarkEnd w:id="0"/>
      <w:tr w:rsidR="00B36EDD" w:rsidRPr="00B336A0" w:rsidTr="00D30FF2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Ime in priimek odgovorne</w:t>
            </w:r>
          </w:p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osebe (pravna oseba):</w:t>
            </w:r>
          </w:p>
        </w:tc>
        <w:tc>
          <w:tcPr>
            <w:tcW w:w="3359" w:type="pct"/>
            <w:gridSpan w:val="2"/>
            <w:vAlign w:val="center"/>
          </w:tcPr>
          <w:p w:rsidR="00B36EDD" w:rsidRPr="00B336A0" w:rsidRDefault="00B36EDD" w:rsidP="00D30FF2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</w:tr>
      <w:tr w:rsidR="00B36EDD" w:rsidRPr="00B336A0" w:rsidTr="00D30FF2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B36EDD" w:rsidRPr="00B336A0" w:rsidRDefault="00B36EDD" w:rsidP="00D30FF2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Tel.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B336A0">
              <w:rPr>
                <w:rFonts w:ascii="Arial" w:hAnsi="Arial" w:cs="Arial"/>
                <w:sz w:val="20"/>
                <w:szCs w:val="22"/>
              </w:rPr>
              <w:t>št./GSM (kontaktna oseba):</w:t>
            </w:r>
          </w:p>
        </w:tc>
        <w:tc>
          <w:tcPr>
            <w:tcW w:w="3359" w:type="pct"/>
            <w:gridSpan w:val="2"/>
            <w:vAlign w:val="center"/>
          </w:tcPr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36EDD" w:rsidRPr="00B336A0" w:rsidTr="00D30FF2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B36EDD" w:rsidRPr="00B336A0" w:rsidRDefault="00B36EDD" w:rsidP="00D30FF2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 xml:space="preserve">E-pošta (kontaktna oseba): </w:t>
            </w:r>
          </w:p>
        </w:tc>
        <w:tc>
          <w:tcPr>
            <w:tcW w:w="3359" w:type="pct"/>
            <w:gridSpan w:val="2"/>
            <w:vAlign w:val="center"/>
          </w:tcPr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36EDD" w:rsidRPr="00B336A0" w:rsidTr="00D30FF2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B36EDD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 xml:space="preserve">Davčni zavezanec </w:t>
            </w:r>
            <w:r w:rsidRPr="00B336A0">
              <w:rPr>
                <w:rFonts w:ascii="Arial" w:hAnsi="Arial" w:cs="Arial"/>
                <w:i/>
                <w:sz w:val="20"/>
                <w:szCs w:val="22"/>
              </w:rPr>
              <w:t>(obkroži)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359" w:type="pct"/>
            <w:gridSpan w:val="2"/>
            <w:vAlign w:val="center"/>
          </w:tcPr>
          <w:p w:rsidR="00B36EDD" w:rsidRPr="00B336A0" w:rsidRDefault="00B36EDD" w:rsidP="00D30FF2">
            <w:pPr>
              <w:pStyle w:val="Naslov5"/>
              <w:jc w:val="center"/>
              <w:rPr>
                <w:rFonts w:ascii="Arial" w:hAnsi="Arial" w:cs="Arial"/>
                <w:b/>
                <w:bCs/>
                <w:sz w:val="20"/>
                <w:szCs w:val="22"/>
                <w:lang w:val="de-DE"/>
              </w:rPr>
            </w:pPr>
            <w:r w:rsidRPr="007B7BD3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t>DA                                NE</w:t>
            </w:r>
          </w:p>
        </w:tc>
      </w:tr>
      <w:tr w:rsidR="00B36EDD" w:rsidRPr="00B336A0" w:rsidTr="00D30FF2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B36EDD" w:rsidRPr="00565597" w:rsidRDefault="00B36EDD" w:rsidP="00D30FF2">
            <w:pPr>
              <w:pStyle w:val="Glava"/>
              <w:tabs>
                <w:tab w:val="left" w:pos="708"/>
              </w:tabs>
              <w:rPr>
                <w:rFonts w:ascii="Arial" w:hAnsi="Arial" w:cs="Arial"/>
                <w:i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Velikost podjetja </w:t>
            </w:r>
            <w:r>
              <w:rPr>
                <w:rFonts w:ascii="Arial" w:hAnsi="Arial" w:cs="Arial"/>
                <w:i/>
                <w:sz w:val="20"/>
                <w:szCs w:val="22"/>
              </w:rPr>
              <w:t>(obkroži):</w:t>
            </w:r>
          </w:p>
        </w:tc>
        <w:tc>
          <w:tcPr>
            <w:tcW w:w="3359" w:type="pct"/>
            <w:gridSpan w:val="2"/>
            <w:vAlign w:val="center"/>
          </w:tcPr>
          <w:p w:rsidR="00B36EDD" w:rsidRPr="00565597" w:rsidRDefault="00B36EDD" w:rsidP="00B36EDD">
            <w:pPr>
              <w:pStyle w:val="Odstavekseznama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2"/>
              </w:rPr>
            </w:pPr>
            <w:r w:rsidRPr="00565597">
              <w:rPr>
                <w:rFonts w:ascii="Arial" w:hAnsi="Arial" w:cs="Arial"/>
                <w:sz w:val="20"/>
                <w:szCs w:val="22"/>
              </w:rPr>
              <w:t xml:space="preserve">MIKRO               </w:t>
            </w:r>
            <w:r>
              <w:rPr>
                <w:rFonts w:ascii="Arial" w:hAnsi="Arial" w:cs="Arial"/>
                <w:sz w:val="20"/>
                <w:szCs w:val="22"/>
              </w:rPr>
              <w:t xml:space="preserve">b) </w:t>
            </w:r>
            <w:r w:rsidRPr="00565597">
              <w:rPr>
                <w:rFonts w:ascii="Arial" w:hAnsi="Arial" w:cs="Arial"/>
                <w:sz w:val="20"/>
                <w:szCs w:val="22"/>
              </w:rPr>
              <w:t xml:space="preserve">MALO                  </w:t>
            </w:r>
            <w:r>
              <w:rPr>
                <w:rFonts w:ascii="Arial" w:hAnsi="Arial" w:cs="Arial"/>
                <w:sz w:val="20"/>
                <w:szCs w:val="22"/>
              </w:rPr>
              <w:t xml:space="preserve">c) </w:t>
            </w:r>
            <w:r w:rsidRPr="00565597">
              <w:rPr>
                <w:rFonts w:ascii="Arial" w:hAnsi="Arial" w:cs="Arial"/>
                <w:sz w:val="20"/>
                <w:szCs w:val="22"/>
              </w:rPr>
              <w:t>SREDNJE</w:t>
            </w:r>
          </w:p>
        </w:tc>
      </w:tr>
      <w:tr w:rsidR="00B36EDD" w:rsidRPr="00B336A0" w:rsidTr="00D30FF2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B36EDD" w:rsidRDefault="00B36EDD" w:rsidP="00D30FF2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</w:p>
          <w:p w:rsidR="00B36EDD" w:rsidRDefault="00B36EDD" w:rsidP="00D30FF2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Številka bančnega računa:</w:t>
            </w:r>
          </w:p>
          <w:p w:rsidR="00B36EDD" w:rsidRPr="00B336A0" w:rsidRDefault="00B36EDD" w:rsidP="00D30FF2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359" w:type="pct"/>
            <w:gridSpan w:val="2"/>
            <w:vAlign w:val="center"/>
          </w:tcPr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36EDD" w:rsidRPr="00B336A0" w:rsidTr="00D30FF2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Banka, pri kateri je odprt</w:t>
            </w:r>
          </w:p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račun:</w:t>
            </w:r>
          </w:p>
        </w:tc>
        <w:tc>
          <w:tcPr>
            <w:tcW w:w="3359" w:type="pct"/>
            <w:gridSpan w:val="2"/>
            <w:vAlign w:val="center"/>
          </w:tcPr>
          <w:p w:rsidR="00B36EDD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B36EDD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B36EDD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B36EDD" w:rsidRPr="00B336A0" w:rsidRDefault="00B36EDD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1D4B45" w:rsidRDefault="00D47E07" w:rsidP="00D47E07">
      <w:pPr>
        <w:spacing w:before="120"/>
        <w:jc w:val="both"/>
        <w:rPr>
          <w:rFonts w:ascii="Arial" w:hAnsi="Arial" w:cs="Arial"/>
          <w:sz w:val="20"/>
          <w:szCs w:val="22"/>
        </w:rPr>
      </w:pPr>
      <w:r w:rsidRPr="001A3E88">
        <w:rPr>
          <w:rFonts w:ascii="Arial" w:hAnsi="Arial" w:cs="Arial"/>
          <w:b/>
          <w:bCs/>
          <w:sz w:val="20"/>
          <w:szCs w:val="22"/>
          <w:u w:val="single"/>
        </w:rPr>
        <w:t>Opomba</w:t>
      </w:r>
      <w:r w:rsidRPr="001A3E88">
        <w:rPr>
          <w:rFonts w:ascii="Arial" w:hAnsi="Arial" w:cs="Arial"/>
          <w:sz w:val="20"/>
          <w:szCs w:val="22"/>
        </w:rPr>
        <w:t>: V primeru, da je vlagatelj majhno podjetje (samostojni podjetnik posameznik ali pravna oseba) mora predložiti dokazilo, da je registriran za opravljanje dejavnosti, ki je predmet podpore.</w:t>
      </w:r>
    </w:p>
    <w:p w:rsidR="001D4B45" w:rsidRDefault="001D4B45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br w:type="page"/>
      </w:r>
    </w:p>
    <w:p w:rsidR="00D47E07" w:rsidRPr="001A3E88" w:rsidRDefault="00D47E07" w:rsidP="00D47E07">
      <w:pPr>
        <w:spacing w:before="120"/>
        <w:jc w:val="both"/>
        <w:rPr>
          <w:rFonts w:ascii="Arial" w:hAnsi="Arial" w:cs="Arial"/>
          <w:sz w:val="20"/>
          <w:szCs w:val="22"/>
        </w:rPr>
      </w:pPr>
    </w:p>
    <w:p w:rsidR="00D47E07" w:rsidRPr="00E73212" w:rsidRDefault="00D47E07" w:rsidP="00D47E07">
      <w:pPr>
        <w:pStyle w:val="Naslov1"/>
        <w:rPr>
          <w:rFonts w:ascii="Arial" w:hAnsi="Arial" w:cs="Arial"/>
          <w:b/>
          <w:color w:val="244061" w:themeColor="accent1" w:themeShade="80"/>
          <w:szCs w:val="24"/>
        </w:rPr>
      </w:pPr>
      <w:r w:rsidRPr="00E73212">
        <w:rPr>
          <w:rFonts w:ascii="Arial" w:hAnsi="Arial" w:cs="Arial"/>
          <w:b/>
          <w:color w:val="244061" w:themeColor="accent1" w:themeShade="80"/>
          <w:szCs w:val="24"/>
        </w:rPr>
        <w:t>OSNOVNI PODATKI O POMOČI IN STROŠKIH</w:t>
      </w:r>
    </w:p>
    <w:p w:rsidR="00D47E07" w:rsidRPr="0099491C" w:rsidRDefault="00D47E07" w:rsidP="00D47E07">
      <w:pPr>
        <w:rPr>
          <w:rFonts w:ascii="Arial" w:hAnsi="Arial" w:cs="Arial"/>
          <w:b/>
          <w:bCs/>
          <w:i/>
          <w:color w:val="244061" w:themeColor="accent1" w:themeShade="80"/>
          <w:sz w:val="22"/>
        </w:rPr>
      </w:pPr>
      <w:r w:rsidRPr="0099491C">
        <w:rPr>
          <w:rFonts w:ascii="Arial" w:hAnsi="Arial" w:cs="Arial"/>
          <w:b/>
          <w:bCs/>
          <w:i/>
          <w:color w:val="244061" w:themeColor="accent1" w:themeShade="80"/>
          <w:sz w:val="22"/>
        </w:rPr>
        <w:t>(ustrezno vpišite oz. ustrezno obkrožite)</w:t>
      </w:r>
    </w:p>
    <w:p w:rsidR="00D47E07" w:rsidRPr="0077198C" w:rsidRDefault="00D47E07" w:rsidP="00D47E07">
      <w:pPr>
        <w:pStyle w:val="Glava"/>
        <w:rPr>
          <w:rFonts w:ascii="Arial" w:hAnsi="Arial" w:cs="Arial"/>
        </w:rPr>
      </w:pPr>
    </w:p>
    <w:p w:rsidR="00D47E07" w:rsidRDefault="00D47E07" w:rsidP="001D4B45">
      <w:pPr>
        <w:pStyle w:val="Glava"/>
        <w:numPr>
          <w:ilvl w:val="0"/>
          <w:numId w:val="9"/>
        </w:numPr>
        <w:shd w:val="clear" w:color="auto" w:fill="BFBFBF" w:themeFill="background1" w:themeFillShade="BF"/>
        <w:tabs>
          <w:tab w:val="left" w:pos="708"/>
          <w:tab w:val="center" w:pos="4320"/>
          <w:tab w:val="right" w:pos="8640"/>
        </w:tabs>
        <w:ind w:hanging="218"/>
        <w:jc w:val="both"/>
        <w:rPr>
          <w:rFonts w:ascii="Arial" w:hAnsi="Arial" w:cs="Arial"/>
          <w:b/>
          <w:sz w:val="22"/>
        </w:rPr>
      </w:pPr>
      <w:r w:rsidRPr="005E7E7A">
        <w:rPr>
          <w:rFonts w:ascii="Arial" w:hAnsi="Arial" w:cs="Arial"/>
          <w:b/>
          <w:sz w:val="22"/>
        </w:rPr>
        <w:t>Vrsta pomoči (ustrezno obkroži):</w:t>
      </w:r>
    </w:p>
    <w:p w:rsidR="00D47E07" w:rsidRPr="005E7E7A" w:rsidRDefault="00D47E07" w:rsidP="00D47E07">
      <w:pPr>
        <w:pStyle w:val="Glava"/>
        <w:tabs>
          <w:tab w:val="left" w:pos="708"/>
        </w:tabs>
        <w:ind w:left="360"/>
        <w:jc w:val="both"/>
        <w:rPr>
          <w:rFonts w:ascii="Arial" w:hAnsi="Arial" w:cs="Arial"/>
          <w:b/>
          <w:sz w:val="22"/>
        </w:rPr>
      </w:pPr>
    </w:p>
    <w:p w:rsidR="00D47E07" w:rsidRPr="005E7E7A" w:rsidRDefault="00D47E07" w:rsidP="00D12567">
      <w:pPr>
        <w:pStyle w:val="Glav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center" w:pos="4536"/>
          <w:tab w:val="right" w:pos="9072"/>
        </w:tabs>
        <w:spacing w:before="120"/>
        <w:jc w:val="both"/>
        <w:rPr>
          <w:rFonts w:ascii="Arial" w:hAnsi="Arial" w:cs="Arial"/>
          <w:b/>
          <w:sz w:val="22"/>
        </w:rPr>
      </w:pPr>
      <w:r w:rsidRPr="005E7E7A">
        <w:rPr>
          <w:rFonts w:ascii="Arial" w:hAnsi="Arial" w:cs="Arial"/>
          <w:b/>
          <w:sz w:val="22"/>
        </w:rPr>
        <w:t>za zavarovanje posevkov, nasadov in plodov</w:t>
      </w:r>
    </w:p>
    <w:p w:rsidR="00D47E07" w:rsidRPr="005E7E7A" w:rsidRDefault="00D47E07" w:rsidP="00D12567">
      <w:pPr>
        <w:pStyle w:val="Glav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center" w:pos="4536"/>
          <w:tab w:val="right" w:pos="9072"/>
        </w:tabs>
        <w:spacing w:before="120"/>
        <w:jc w:val="both"/>
        <w:rPr>
          <w:rFonts w:ascii="Arial" w:hAnsi="Arial" w:cs="Arial"/>
          <w:b/>
          <w:sz w:val="22"/>
        </w:rPr>
      </w:pPr>
      <w:r w:rsidRPr="005E7E7A">
        <w:rPr>
          <w:rFonts w:ascii="Arial" w:hAnsi="Arial" w:cs="Arial"/>
          <w:b/>
          <w:sz w:val="22"/>
        </w:rPr>
        <w:t>za zavarovanje živali na kmetijskem gospodarstvu</w:t>
      </w:r>
    </w:p>
    <w:p w:rsidR="00D47E07" w:rsidRDefault="00D47E07" w:rsidP="00D47E07">
      <w:pPr>
        <w:pStyle w:val="Glava"/>
        <w:tabs>
          <w:tab w:val="left" w:pos="708"/>
        </w:tabs>
        <w:rPr>
          <w:rFonts w:ascii="Arial" w:hAnsi="Arial" w:cs="Arial"/>
        </w:rPr>
      </w:pPr>
    </w:p>
    <w:p w:rsidR="00D47E07" w:rsidRPr="00F24EFA" w:rsidRDefault="00D47E07" w:rsidP="00D47E07">
      <w:pPr>
        <w:pStyle w:val="Glava"/>
        <w:tabs>
          <w:tab w:val="left" w:pos="708"/>
        </w:tabs>
        <w:rPr>
          <w:rFonts w:ascii="Arial" w:hAnsi="Arial" w:cs="Arial"/>
        </w:rPr>
      </w:pPr>
    </w:p>
    <w:p w:rsidR="00D47E07" w:rsidRDefault="00D47E07" w:rsidP="001D4B45">
      <w:pPr>
        <w:pStyle w:val="Glava"/>
        <w:numPr>
          <w:ilvl w:val="0"/>
          <w:numId w:val="9"/>
        </w:numPr>
        <w:shd w:val="clear" w:color="auto" w:fill="BFBFBF" w:themeFill="background1" w:themeFillShade="BF"/>
        <w:tabs>
          <w:tab w:val="left" w:pos="708"/>
          <w:tab w:val="center" w:pos="4320"/>
          <w:tab w:val="right" w:pos="8640"/>
        </w:tabs>
        <w:ind w:hanging="218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Upravičeni stroški:</w:t>
      </w:r>
    </w:p>
    <w:p w:rsidR="00D47E07" w:rsidRPr="00F24EFA" w:rsidRDefault="00D47E07" w:rsidP="00D47E07">
      <w:pPr>
        <w:pStyle w:val="Glava"/>
        <w:tabs>
          <w:tab w:val="left" w:pos="708"/>
        </w:tabs>
        <w:rPr>
          <w:rFonts w:ascii="Arial" w:hAnsi="Arial" w:cs="Arial"/>
          <w:b/>
        </w:rPr>
      </w:pPr>
    </w:p>
    <w:p w:rsidR="00D47E07" w:rsidRPr="005E7E7A" w:rsidRDefault="00D47E07" w:rsidP="00D47E07">
      <w:pPr>
        <w:pStyle w:val="Glava"/>
        <w:rPr>
          <w:rFonts w:ascii="Arial" w:hAnsi="Arial" w:cs="Arial"/>
          <w:b/>
          <w:sz w:val="20"/>
        </w:rPr>
      </w:pPr>
      <w:r w:rsidRPr="005E7E7A">
        <w:rPr>
          <w:rFonts w:ascii="Arial" w:hAnsi="Arial" w:cs="Arial"/>
          <w:b/>
          <w:sz w:val="20"/>
        </w:rPr>
        <w:t>SPECIFIKACIJA UPRAVIČENIH STROŠKOV:</w:t>
      </w:r>
    </w:p>
    <w:p w:rsidR="00D47E07" w:rsidRPr="005E7E7A" w:rsidRDefault="00D47E07" w:rsidP="00D47E07">
      <w:pPr>
        <w:pStyle w:val="Glava"/>
        <w:tabs>
          <w:tab w:val="left" w:pos="708"/>
        </w:tabs>
        <w:ind w:left="360"/>
        <w:rPr>
          <w:rFonts w:ascii="Arial" w:hAnsi="Arial" w:cs="Arial"/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1366"/>
        <w:gridCol w:w="2704"/>
        <w:gridCol w:w="2443"/>
      </w:tblGrid>
      <w:tr w:rsidR="00437B16" w:rsidRPr="0066607D" w:rsidTr="001D4B45"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37B16" w:rsidRPr="0066607D" w:rsidRDefault="00437B16" w:rsidP="0047631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6607D">
              <w:rPr>
                <w:rFonts w:ascii="Arial" w:hAnsi="Arial" w:cs="Arial"/>
                <w:b/>
                <w:sz w:val="20"/>
              </w:rPr>
              <w:t>Številka zavarovalne</w:t>
            </w:r>
          </w:p>
          <w:p w:rsidR="00437B16" w:rsidRPr="0066607D" w:rsidRDefault="00437B16" w:rsidP="0047631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6607D">
              <w:rPr>
                <w:rFonts w:ascii="Arial" w:hAnsi="Arial" w:cs="Arial"/>
                <w:b/>
                <w:sz w:val="20"/>
              </w:rPr>
              <w:t>police ali informativne ponudbe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37B16" w:rsidRPr="0066607D" w:rsidRDefault="00437B16" w:rsidP="0047631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6607D">
              <w:rPr>
                <w:rFonts w:ascii="Arial" w:hAnsi="Arial" w:cs="Arial"/>
                <w:b/>
                <w:sz w:val="20"/>
              </w:rPr>
              <w:t>Datum sklenitve zavarovanja</w:t>
            </w:r>
          </w:p>
        </w:tc>
        <w:tc>
          <w:tcPr>
            <w:tcW w:w="149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37B16" w:rsidRPr="0066607D" w:rsidRDefault="00437B16" w:rsidP="0047631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6607D">
              <w:rPr>
                <w:rFonts w:ascii="Arial" w:hAnsi="Arial" w:cs="Arial"/>
                <w:b/>
                <w:sz w:val="20"/>
              </w:rPr>
              <w:t>Višina obračunane zavarovalne premije (skupaj z DPZP*)</w:t>
            </w:r>
          </w:p>
          <w:p w:rsidR="00437B16" w:rsidRPr="0066607D" w:rsidRDefault="00437B16" w:rsidP="0047631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6607D">
              <w:rPr>
                <w:rFonts w:ascii="Arial" w:hAnsi="Arial" w:cs="Arial"/>
                <w:b/>
                <w:sz w:val="20"/>
              </w:rPr>
              <w:t>v EUR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7B16" w:rsidRPr="0066607D" w:rsidRDefault="00437B16" w:rsidP="0047631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6607D">
              <w:rPr>
                <w:rFonts w:ascii="Arial" w:hAnsi="Arial" w:cs="Arial"/>
                <w:b/>
                <w:sz w:val="20"/>
              </w:rPr>
              <w:t>Višin</w:t>
            </w:r>
            <w:r>
              <w:rPr>
                <w:rFonts w:ascii="Arial" w:hAnsi="Arial" w:cs="Arial"/>
                <w:b/>
                <w:sz w:val="20"/>
              </w:rPr>
              <w:t xml:space="preserve">a sofinanciranega deleža zavarovalne </w:t>
            </w:r>
            <w:r w:rsidRPr="0066607D">
              <w:rPr>
                <w:rFonts w:ascii="Arial" w:hAnsi="Arial" w:cs="Arial"/>
                <w:b/>
                <w:sz w:val="20"/>
              </w:rPr>
              <w:t>premije iz proračuna RS</w:t>
            </w:r>
          </w:p>
          <w:p w:rsidR="00437B16" w:rsidRPr="0066607D" w:rsidRDefault="00437B16" w:rsidP="0047631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6607D">
              <w:rPr>
                <w:rFonts w:ascii="Arial" w:hAnsi="Arial" w:cs="Arial"/>
                <w:b/>
                <w:sz w:val="20"/>
              </w:rPr>
              <w:t>(v EUR)</w:t>
            </w:r>
          </w:p>
        </w:tc>
      </w:tr>
      <w:tr w:rsidR="00437B16" w:rsidRPr="005E7E7A" w:rsidTr="00BD7625">
        <w:tc>
          <w:tcPr>
            <w:tcW w:w="1406" w:type="pct"/>
            <w:tcBorders>
              <w:top w:val="single" w:sz="4" w:space="0" w:color="auto"/>
            </w:tcBorders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</w:tcBorders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92" w:type="pct"/>
            <w:tcBorders>
              <w:top w:val="single" w:sz="4" w:space="0" w:color="auto"/>
            </w:tcBorders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48" w:type="pct"/>
            <w:tcBorders>
              <w:top w:val="single" w:sz="4" w:space="0" w:color="auto"/>
            </w:tcBorders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437B16" w:rsidRPr="005E7E7A" w:rsidTr="00BD7625">
        <w:tc>
          <w:tcPr>
            <w:tcW w:w="1406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54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92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48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437B16" w:rsidRPr="005E7E7A" w:rsidTr="00BD7625">
        <w:tc>
          <w:tcPr>
            <w:tcW w:w="1406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54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92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48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437B16" w:rsidRPr="005E7E7A" w:rsidTr="00BD7625">
        <w:tc>
          <w:tcPr>
            <w:tcW w:w="1406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54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92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48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437B16" w:rsidRPr="005E7E7A" w:rsidTr="00BD7625">
        <w:tc>
          <w:tcPr>
            <w:tcW w:w="1406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54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92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48" w:type="pct"/>
            <w:shd w:val="clear" w:color="auto" w:fill="auto"/>
          </w:tcPr>
          <w:p w:rsidR="00437B16" w:rsidRPr="005E7E7A" w:rsidRDefault="00437B16" w:rsidP="00476317">
            <w:pPr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  <w:tr w:rsidR="00437B16" w:rsidRPr="0066607D" w:rsidTr="001D4B45">
        <w:tc>
          <w:tcPr>
            <w:tcW w:w="1406" w:type="pct"/>
            <w:shd w:val="clear" w:color="auto" w:fill="D9D9D9" w:themeFill="background1" w:themeFillShade="D9"/>
          </w:tcPr>
          <w:p w:rsidR="00437B16" w:rsidRPr="0066607D" w:rsidRDefault="00437B16" w:rsidP="00476317">
            <w:pPr>
              <w:spacing w:line="480" w:lineRule="auto"/>
              <w:rPr>
                <w:rFonts w:ascii="Arial" w:hAnsi="Arial" w:cs="Arial"/>
                <w:b/>
                <w:sz w:val="20"/>
              </w:rPr>
            </w:pPr>
            <w:r w:rsidRPr="0066607D">
              <w:rPr>
                <w:rFonts w:ascii="Arial" w:hAnsi="Arial" w:cs="Arial"/>
                <w:b/>
                <w:sz w:val="20"/>
              </w:rPr>
              <w:t>SKUPAJ:</w:t>
            </w:r>
          </w:p>
        </w:tc>
        <w:tc>
          <w:tcPr>
            <w:tcW w:w="754" w:type="pct"/>
            <w:shd w:val="clear" w:color="auto" w:fill="D9D9D9" w:themeFill="background1" w:themeFillShade="D9"/>
          </w:tcPr>
          <w:p w:rsidR="00437B16" w:rsidRPr="0066607D" w:rsidRDefault="00437B16" w:rsidP="00476317">
            <w:pPr>
              <w:spacing w:line="48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92" w:type="pct"/>
            <w:shd w:val="clear" w:color="auto" w:fill="D9D9D9" w:themeFill="background1" w:themeFillShade="D9"/>
          </w:tcPr>
          <w:p w:rsidR="00437B16" w:rsidRPr="0066607D" w:rsidRDefault="00437B16" w:rsidP="00476317">
            <w:pPr>
              <w:spacing w:line="48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48" w:type="pct"/>
            <w:shd w:val="clear" w:color="auto" w:fill="D9D9D9" w:themeFill="background1" w:themeFillShade="D9"/>
          </w:tcPr>
          <w:p w:rsidR="00437B16" w:rsidRPr="0066607D" w:rsidRDefault="00437B16" w:rsidP="00476317">
            <w:pPr>
              <w:spacing w:line="480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D47E07" w:rsidRPr="005E7E7A" w:rsidRDefault="00D47E07" w:rsidP="00D47E07">
      <w:pPr>
        <w:rPr>
          <w:rFonts w:ascii="Arial" w:hAnsi="Arial" w:cs="Arial"/>
          <w:sz w:val="20"/>
        </w:rPr>
      </w:pPr>
      <w:r w:rsidRPr="005E7E7A">
        <w:rPr>
          <w:rFonts w:ascii="Arial" w:hAnsi="Arial" w:cs="Arial"/>
          <w:sz w:val="20"/>
        </w:rPr>
        <w:t>* DPZP – davek od prometa zavarovalnih poslov</w:t>
      </w:r>
    </w:p>
    <w:p w:rsidR="00D47E07" w:rsidRDefault="00D47E07" w:rsidP="00D47E07">
      <w:pPr>
        <w:ind w:left="61"/>
        <w:rPr>
          <w:rFonts w:ascii="Arial" w:hAnsi="Arial" w:cs="Arial"/>
          <w:sz w:val="20"/>
        </w:rPr>
      </w:pPr>
    </w:p>
    <w:p w:rsidR="00D47E07" w:rsidRPr="005E7E7A" w:rsidRDefault="00D47E07" w:rsidP="00D47E07">
      <w:pPr>
        <w:ind w:left="61"/>
        <w:rPr>
          <w:rFonts w:ascii="Arial" w:hAnsi="Arial" w:cs="Arial"/>
          <w:sz w:val="20"/>
        </w:rPr>
      </w:pPr>
    </w:p>
    <w:p w:rsidR="00D47E07" w:rsidRPr="005E7E7A" w:rsidRDefault="00D47E07" w:rsidP="00D47E07">
      <w:pPr>
        <w:ind w:left="61"/>
        <w:jc w:val="both"/>
        <w:rPr>
          <w:rFonts w:ascii="Arial" w:hAnsi="Arial" w:cs="Arial"/>
          <w:b/>
          <w:sz w:val="20"/>
          <w:u w:val="single"/>
        </w:rPr>
      </w:pPr>
      <w:r w:rsidRPr="005E7E7A">
        <w:rPr>
          <w:rFonts w:ascii="Arial" w:hAnsi="Arial" w:cs="Arial"/>
          <w:b/>
          <w:sz w:val="20"/>
          <w:u w:val="single"/>
        </w:rPr>
        <w:t>Opomba:</w:t>
      </w:r>
    </w:p>
    <w:p w:rsidR="00D47E07" w:rsidRPr="00274A95" w:rsidRDefault="00D47E07" w:rsidP="00D47E07">
      <w:pPr>
        <w:ind w:left="61"/>
        <w:jc w:val="both"/>
        <w:rPr>
          <w:rFonts w:ascii="Arial" w:hAnsi="Arial" w:cs="Arial"/>
          <w:i/>
          <w:sz w:val="20"/>
        </w:rPr>
      </w:pPr>
      <w:r w:rsidRPr="00274A95">
        <w:rPr>
          <w:rFonts w:ascii="Arial" w:hAnsi="Arial" w:cs="Arial"/>
          <w:i/>
          <w:sz w:val="20"/>
        </w:rPr>
        <w:t xml:space="preserve">Upravičen strošek dodelitve pomoči je znesek zavarovalne premije iz zavarovalne pogodbe, sklenjene za zavarovanja po </w:t>
      </w:r>
      <w:r w:rsidR="007660B7" w:rsidRPr="007660B7">
        <w:rPr>
          <w:rFonts w:ascii="Arial" w:hAnsi="Arial" w:cs="Arial"/>
          <w:i/>
          <w:sz w:val="20"/>
        </w:rPr>
        <w:t>Uredb</w:t>
      </w:r>
      <w:r w:rsidR="007660B7">
        <w:rPr>
          <w:rFonts w:ascii="Arial" w:hAnsi="Arial" w:cs="Arial"/>
          <w:i/>
          <w:sz w:val="20"/>
        </w:rPr>
        <w:t>i</w:t>
      </w:r>
      <w:r w:rsidR="007660B7" w:rsidRPr="007660B7">
        <w:rPr>
          <w:rFonts w:ascii="Arial" w:hAnsi="Arial" w:cs="Arial"/>
          <w:i/>
          <w:sz w:val="20"/>
        </w:rPr>
        <w:t xml:space="preserve"> o sofinanciranju zavarovalnih premij za zavarovanje primarne kmetijske proizvodnje in ribištva (</w:t>
      </w:r>
      <w:r w:rsidR="001B4680" w:rsidRPr="001B4680">
        <w:rPr>
          <w:rFonts w:ascii="Arial" w:hAnsi="Arial" w:cs="Arial"/>
          <w:i/>
          <w:sz w:val="20"/>
        </w:rPr>
        <w:t>89/14, 2/15, 3/15, 98/15, 28/16, 81/16, 66/17, 82/18, 13/19, 3/21, 181/21 in 157/22</w:t>
      </w:r>
      <w:r w:rsidR="007660B7" w:rsidRPr="007660B7">
        <w:rPr>
          <w:rFonts w:ascii="Arial" w:hAnsi="Arial" w:cs="Arial"/>
          <w:i/>
          <w:sz w:val="20"/>
        </w:rPr>
        <w:t>)</w:t>
      </w:r>
      <w:r w:rsidRPr="00274A95">
        <w:rPr>
          <w:rFonts w:ascii="Arial" w:hAnsi="Arial" w:cs="Arial"/>
          <w:i/>
          <w:sz w:val="20"/>
        </w:rPr>
        <w:t>.</w:t>
      </w:r>
    </w:p>
    <w:p w:rsidR="00D47E07" w:rsidRPr="005E7E7A" w:rsidRDefault="00D47E07" w:rsidP="00D47E07">
      <w:pPr>
        <w:ind w:left="61"/>
        <w:rPr>
          <w:rFonts w:ascii="Arial" w:hAnsi="Arial" w:cs="Arial"/>
          <w:sz w:val="20"/>
        </w:rPr>
      </w:pPr>
    </w:p>
    <w:p w:rsidR="00D47E07" w:rsidRPr="005E7E7A" w:rsidRDefault="00D47E07" w:rsidP="00D47E07">
      <w:pPr>
        <w:ind w:left="61"/>
        <w:rPr>
          <w:rFonts w:ascii="Arial" w:hAnsi="Arial" w:cs="Arial"/>
          <w:sz w:val="20"/>
        </w:rPr>
      </w:pPr>
    </w:p>
    <w:p w:rsidR="00D47E07" w:rsidRPr="005E7E7A" w:rsidRDefault="00D47E07" w:rsidP="00D47E07">
      <w:pPr>
        <w:ind w:left="61"/>
        <w:rPr>
          <w:rFonts w:ascii="Arial" w:hAnsi="Arial" w:cs="Arial"/>
          <w:sz w:val="20"/>
        </w:rPr>
      </w:pPr>
    </w:p>
    <w:p w:rsidR="00D47E07" w:rsidRPr="005E7E7A" w:rsidRDefault="00D47E07" w:rsidP="00D47E07">
      <w:pPr>
        <w:ind w:left="61"/>
        <w:rPr>
          <w:rFonts w:ascii="Arial" w:hAnsi="Arial" w:cs="Arial"/>
          <w:sz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3922"/>
      </w:tblGrid>
      <w:tr w:rsidR="00D47E07" w:rsidRPr="005E7E7A" w:rsidTr="00476317">
        <w:tc>
          <w:tcPr>
            <w:tcW w:w="5290" w:type="dxa"/>
          </w:tcPr>
          <w:p w:rsidR="00D47E07" w:rsidRPr="005E7E7A" w:rsidRDefault="00D47E07" w:rsidP="00476317">
            <w:pPr>
              <w:ind w:left="360"/>
              <w:rPr>
                <w:rFonts w:ascii="Arial" w:hAnsi="Arial" w:cs="Arial"/>
                <w:b/>
                <w:sz w:val="20"/>
              </w:rPr>
            </w:pPr>
          </w:p>
          <w:p w:rsidR="00D47E07" w:rsidRPr="005E7E7A" w:rsidRDefault="00D47E07" w:rsidP="00476317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5E7E7A">
              <w:rPr>
                <w:rFonts w:ascii="Arial" w:hAnsi="Arial" w:cs="Arial"/>
                <w:sz w:val="20"/>
              </w:rPr>
              <w:t>V/na __________________, dne_____________</w:t>
            </w:r>
          </w:p>
        </w:tc>
        <w:tc>
          <w:tcPr>
            <w:tcW w:w="3922" w:type="dxa"/>
          </w:tcPr>
          <w:p w:rsidR="00D47E07" w:rsidRPr="005E7E7A" w:rsidRDefault="00D47E07" w:rsidP="00476317">
            <w:pPr>
              <w:ind w:left="360"/>
              <w:rPr>
                <w:rFonts w:ascii="Arial" w:hAnsi="Arial" w:cs="Arial"/>
                <w:b/>
                <w:sz w:val="20"/>
              </w:rPr>
            </w:pPr>
          </w:p>
          <w:p w:rsidR="00D47E07" w:rsidRPr="005E7E7A" w:rsidRDefault="00D47E07" w:rsidP="00476317">
            <w:pPr>
              <w:ind w:left="360"/>
              <w:rPr>
                <w:rFonts w:ascii="Arial" w:hAnsi="Arial" w:cs="Arial"/>
                <w:sz w:val="20"/>
              </w:rPr>
            </w:pPr>
            <w:r w:rsidRPr="005E7E7A">
              <w:rPr>
                <w:rFonts w:ascii="Arial" w:hAnsi="Arial" w:cs="Arial"/>
                <w:sz w:val="20"/>
              </w:rPr>
              <w:t xml:space="preserve">            ____________________</w:t>
            </w:r>
          </w:p>
          <w:p w:rsidR="00D47E07" w:rsidRPr="005E7E7A" w:rsidRDefault="00D47E07" w:rsidP="00476317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</w:rPr>
            </w:pPr>
            <w:r w:rsidRPr="005E7E7A">
              <w:rPr>
                <w:rFonts w:ascii="Arial" w:hAnsi="Arial" w:cs="Arial"/>
                <w:sz w:val="20"/>
              </w:rPr>
              <w:t xml:space="preserve">            (Podpis vlagatelja)</w:t>
            </w:r>
          </w:p>
          <w:p w:rsidR="00D47E07" w:rsidRPr="005E7E7A" w:rsidRDefault="00D47E07" w:rsidP="00476317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47E07" w:rsidRPr="005E7E7A" w:rsidRDefault="00D47E07" w:rsidP="00D47E07">
      <w:pPr>
        <w:rPr>
          <w:rFonts w:ascii="Arial" w:hAnsi="Arial" w:cs="Arial"/>
          <w:sz w:val="20"/>
        </w:rPr>
      </w:pPr>
      <w:r w:rsidRPr="005E7E7A">
        <w:rPr>
          <w:rFonts w:ascii="Arial" w:hAnsi="Arial" w:cs="Arial"/>
          <w:sz w:val="20"/>
        </w:rPr>
        <w:br w:type="page"/>
      </w:r>
    </w:p>
    <w:p w:rsidR="00D47E07" w:rsidRDefault="00D47E07" w:rsidP="00D47E07">
      <w:pPr>
        <w:rPr>
          <w:rFonts w:ascii="Arial" w:hAnsi="Arial" w:cs="Arial"/>
          <w:b/>
          <w:sz w:val="22"/>
          <w:szCs w:val="22"/>
        </w:rPr>
      </w:pPr>
    </w:p>
    <w:p w:rsidR="00907435" w:rsidRPr="00A02C76" w:rsidRDefault="00907435" w:rsidP="00907435">
      <w:pPr>
        <w:pStyle w:val="Naslov1"/>
        <w:numPr>
          <w:ilvl w:val="0"/>
          <w:numId w:val="10"/>
        </w:numPr>
        <w:pBdr>
          <w:top w:val="single" w:sz="12" w:space="1" w:color="17365D" w:themeColor="text2" w:themeShade="BF"/>
          <w:left w:val="single" w:sz="12" w:space="4" w:color="17365D" w:themeColor="text2" w:themeShade="BF"/>
          <w:bottom w:val="single" w:sz="12" w:space="1" w:color="17365D" w:themeColor="text2" w:themeShade="BF"/>
          <w:right w:val="single" w:sz="12" w:space="4" w:color="17365D" w:themeColor="text2" w:themeShade="BF"/>
        </w:pBdr>
        <w:shd w:val="clear" w:color="auto" w:fill="BFBFBF"/>
        <w:autoSpaceDE w:val="0"/>
        <w:autoSpaceDN w:val="0"/>
        <w:adjustRightInd w:val="0"/>
        <w:ind w:left="426" w:hanging="284"/>
        <w:jc w:val="center"/>
        <w:rPr>
          <w:rFonts w:ascii="Arial" w:hAnsi="Arial" w:cs="Arial"/>
          <w:b/>
        </w:rPr>
      </w:pPr>
      <w:r w:rsidRPr="00A02C76">
        <w:rPr>
          <w:rFonts w:ascii="Arial" w:hAnsi="Arial" w:cs="Arial"/>
          <w:b/>
        </w:rPr>
        <w:t>IZJAVA VLAGATELJA</w:t>
      </w:r>
    </w:p>
    <w:p w:rsidR="00D47E07" w:rsidRPr="00EC3316" w:rsidRDefault="00D47E07" w:rsidP="00D47E07">
      <w:pPr>
        <w:rPr>
          <w:rFonts w:ascii="Arial" w:hAnsi="Arial" w:cs="Arial"/>
          <w:sz w:val="22"/>
          <w:szCs w:val="22"/>
        </w:rPr>
      </w:pPr>
    </w:p>
    <w:p w:rsidR="00D47E07" w:rsidRPr="00E909C7" w:rsidRDefault="00D47E07" w:rsidP="00D47E07">
      <w:pPr>
        <w:rPr>
          <w:rFonts w:ascii="Arial Black" w:hAnsi="Arial Black" w:cs="Arial"/>
          <w:b/>
          <w:sz w:val="22"/>
          <w:szCs w:val="22"/>
        </w:rPr>
      </w:pPr>
      <w:r w:rsidRPr="00E909C7">
        <w:rPr>
          <w:rFonts w:ascii="Arial Black" w:hAnsi="Arial Black" w:cs="Arial"/>
          <w:b/>
          <w:sz w:val="22"/>
          <w:szCs w:val="22"/>
        </w:rPr>
        <w:t xml:space="preserve">Izjavljam, </w:t>
      </w:r>
    </w:p>
    <w:p w:rsidR="00D47E07" w:rsidRPr="00EC3316" w:rsidRDefault="00D47E07" w:rsidP="00D47E07">
      <w:pPr>
        <w:rPr>
          <w:rFonts w:ascii="Arial" w:hAnsi="Arial" w:cs="Arial"/>
          <w:b/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716"/>
      </w:tblGrid>
      <w:tr w:rsidR="00D47E07" w:rsidRPr="005E7E7A" w:rsidTr="00476317">
        <w:tc>
          <w:tcPr>
            <w:tcW w:w="496" w:type="dxa"/>
            <w:vAlign w:val="center"/>
          </w:tcPr>
          <w:p w:rsidR="00D47E07" w:rsidRPr="005E7E7A" w:rsidRDefault="00D47E07" w:rsidP="00C7053B">
            <w:pPr>
              <w:pStyle w:val="Noga"/>
              <w:numPr>
                <w:ilvl w:val="0"/>
                <w:numId w:val="14"/>
              </w:num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D47E07" w:rsidRPr="005E7E7A" w:rsidRDefault="00483D66" w:rsidP="00476317">
            <w:pPr>
              <w:jc w:val="both"/>
              <w:rPr>
                <w:rFonts w:ascii="Arial" w:hAnsi="Arial" w:cs="Arial"/>
                <w:sz w:val="20"/>
              </w:rPr>
            </w:pPr>
            <w:r w:rsidRPr="00483D66">
              <w:rPr>
                <w:rFonts w:ascii="Arial" w:hAnsi="Arial" w:cs="Arial"/>
                <w:sz w:val="20"/>
              </w:rPr>
              <w:t xml:space="preserve">da je </w:t>
            </w:r>
            <w:r w:rsidR="00B57334">
              <w:rPr>
                <w:rFonts w:ascii="Arial" w:hAnsi="Arial" w:cs="Arial"/>
                <w:sz w:val="20"/>
              </w:rPr>
              <w:t>kmetijsko gospodarstvo</w:t>
            </w:r>
            <w:r w:rsidRPr="00483D66">
              <w:rPr>
                <w:rFonts w:ascii="Arial" w:hAnsi="Arial" w:cs="Arial"/>
                <w:sz w:val="20"/>
              </w:rPr>
              <w:t xml:space="preserve"> vpisano v register kmetijskih gospodarstev in ima v lasti </w:t>
            </w:r>
            <w:r w:rsidR="00B14BE7" w:rsidRPr="00483D66">
              <w:rPr>
                <w:rFonts w:ascii="Arial" w:hAnsi="Arial" w:cs="Arial"/>
                <w:sz w:val="20"/>
              </w:rPr>
              <w:t>najmanj 2 ha primerljivih kmetijskih površin</w:t>
            </w:r>
            <w:r w:rsidRPr="00483D66">
              <w:rPr>
                <w:rFonts w:ascii="Arial" w:hAnsi="Arial" w:cs="Arial"/>
                <w:sz w:val="20"/>
              </w:rPr>
              <w:t>, ki ležijo na območju občine Grad</w:t>
            </w:r>
            <w:r w:rsidR="00362C54">
              <w:rPr>
                <w:rFonts w:ascii="Arial" w:hAnsi="Arial" w:cs="Arial"/>
                <w:sz w:val="20"/>
              </w:rPr>
              <w:t>;</w:t>
            </w:r>
          </w:p>
        </w:tc>
      </w:tr>
      <w:tr w:rsidR="00D47E07" w:rsidRPr="005E7E7A" w:rsidTr="00476317">
        <w:tc>
          <w:tcPr>
            <w:tcW w:w="496" w:type="dxa"/>
            <w:vAlign w:val="center"/>
          </w:tcPr>
          <w:p w:rsidR="00D47E07" w:rsidRPr="005E7E7A" w:rsidRDefault="00D47E07" w:rsidP="00C7053B">
            <w:pPr>
              <w:pStyle w:val="Noga"/>
              <w:numPr>
                <w:ilvl w:val="0"/>
                <w:numId w:val="14"/>
              </w:num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CC587D" w:rsidRPr="00CC587D" w:rsidRDefault="00CC587D" w:rsidP="00CC587D">
            <w:pPr>
              <w:jc w:val="both"/>
              <w:rPr>
                <w:rFonts w:ascii="Arial" w:hAnsi="Arial" w:cs="Arial"/>
                <w:sz w:val="20"/>
              </w:rPr>
            </w:pPr>
            <w:r w:rsidRPr="00CC587D">
              <w:rPr>
                <w:rFonts w:ascii="Arial" w:hAnsi="Arial" w:cs="Arial"/>
                <w:sz w:val="20"/>
              </w:rPr>
              <w:t xml:space="preserve">da podjetje, ki se prijavlja na ta javni razpis: </w:t>
            </w:r>
          </w:p>
          <w:p w:rsidR="00CC587D" w:rsidRPr="00CC587D" w:rsidRDefault="00CC587D" w:rsidP="00CC587D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</w:rPr>
            </w:pPr>
            <w:r w:rsidRPr="00CC587D">
              <w:rPr>
                <w:rFonts w:ascii="Arial" w:hAnsi="Arial" w:cs="Arial"/>
                <w:sz w:val="20"/>
              </w:rPr>
              <w:t>ustreza kriterijem za MSP</w:t>
            </w:r>
            <w:r w:rsidRPr="00CC587D">
              <w:rPr>
                <w:rFonts w:ascii="Arial" w:hAnsi="Arial" w:cs="Arial"/>
                <w:sz w:val="20"/>
                <w:vertAlign w:val="superscript"/>
              </w:rPr>
              <w:footnoteReference w:id="1"/>
            </w:r>
            <w:r w:rsidRPr="00CC587D">
              <w:rPr>
                <w:rFonts w:ascii="Arial" w:hAnsi="Arial" w:cs="Arial"/>
                <w:sz w:val="20"/>
              </w:rPr>
              <w:t xml:space="preserve"> podjetja, dejavna v primarni kmetijski proizvodnji; </w:t>
            </w:r>
          </w:p>
          <w:p w:rsidR="00CC587D" w:rsidRPr="00CC587D" w:rsidRDefault="00CC587D" w:rsidP="00CC587D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</w:rPr>
            </w:pPr>
            <w:r w:rsidRPr="00CC587D">
              <w:rPr>
                <w:rFonts w:ascii="Arial" w:hAnsi="Arial" w:cs="Arial"/>
                <w:sz w:val="20"/>
              </w:rPr>
              <w:t xml:space="preserve">ni podjetje v težavah oz. v  postopku prisilne poravnave, stečaja ali likvidacije; </w:t>
            </w:r>
          </w:p>
          <w:p w:rsidR="00D47E07" w:rsidRPr="00CC587D" w:rsidRDefault="00CC587D" w:rsidP="00CC587D">
            <w:pPr>
              <w:pStyle w:val="Odstavekseznama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</w:rPr>
            </w:pPr>
            <w:r w:rsidRPr="00CC587D">
              <w:rPr>
                <w:rFonts w:ascii="Arial" w:hAnsi="Arial" w:cs="Arial"/>
                <w:sz w:val="20"/>
              </w:rPr>
              <w:t>v času oddaje vloge dejavnost primarne kmetijske proizvodnje podjetje opravlja na najmanj 2 ha primerljivih kmetijskih površin;</w:t>
            </w:r>
          </w:p>
        </w:tc>
      </w:tr>
      <w:tr w:rsidR="006B59AE" w:rsidRPr="0077198C" w:rsidTr="00D30FF2">
        <w:tc>
          <w:tcPr>
            <w:tcW w:w="496" w:type="dxa"/>
          </w:tcPr>
          <w:p w:rsidR="006B59AE" w:rsidRPr="0077198C" w:rsidRDefault="006B59AE" w:rsidP="00C7053B">
            <w:pPr>
              <w:pStyle w:val="Noga"/>
              <w:numPr>
                <w:ilvl w:val="0"/>
                <w:numId w:val="14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16" w:type="dxa"/>
          </w:tcPr>
          <w:p w:rsidR="006B59AE" w:rsidRPr="00203D2E" w:rsidRDefault="006B59AE" w:rsidP="00D30FF2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da imamo poravnane vse zapadle obveznosti do občine in države.</w:t>
            </w:r>
          </w:p>
        </w:tc>
      </w:tr>
      <w:tr w:rsidR="00D47E07" w:rsidRPr="005E7E7A" w:rsidTr="00476317">
        <w:tc>
          <w:tcPr>
            <w:tcW w:w="496" w:type="dxa"/>
            <w:vAlign w:val="center"/>
          </w:tcPr>
          <w:p w:rsidR="00D47E07" w:rsidRPr="005E7E7A" w:rsidRDefault="00D47E07" w:rsidP="00C7053B">
            <w:pPr>
              <w:pStyle w:val="Noga"/>
              <w:numPr>
                <w:ilvl w:val="0"/>
                <w:numId w:val="14"/>
              </w:num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D47E07" w:rsidRPr="005E7E7A" w:rsidRDefault="00D47E07" w:rsidP="00476317">
            <w:pPr>
              <w:jc w:val="both"/>
              <w:rPr>
                <w:rFonts w:ascii="Arial" w:hAnsi="Arial" w:cs="Arial"/>
                <w:sz w:val="20"/>
              </w:rPr>
            </w:pPr>
            <w:r w:rsidRPr="005E7E7A">
              <w:rPr>
                <w:rFonts w:ascii="Arial" w:hAnsi="Arial" w:cs="Arial"/>
                <w:sz w:val="20"/>
              </w:rPr>
              <w:t>da nismo naslovniki neporavnanega naloga za izterjavo na podlagi predhodnega sklepa Komisije EU, s katerim je bila pomoč razglašena za nezakonito in nezdružljivo z notranjim trgom;</w:t>
            </w:r>
          </w:p>
        </w:tc>
      </w:tr>
      <w:tr w:rsidR="00D47E07" w:rsidRPr="005E7E7A" w:rsidTr="00476317">
        <w:tc>
          <w:tcPr>
            <w:tcW w:w="496" w:type="dxa"/>
            <w:vAlign w:val="center"/>
          </w:tcPr>
          <w:p w:rsidR="00D47E07" w:rsidRPr="005E7E7A" w:rsidRDefault="00D47E07" w:rsidP="00C7053B">
            <w:pPr>
              <w:pStyle w:val="Noga"/>
              <w:numPr>
                <w:ilvl w:val="0"/>
                <w:numId w:val="14"/>
              </w:num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D47E07" w:rsidRPr="005E7E7A" w:rsidRDefault="00D47E07" w:rsidP="00476317">
            <w:pPr>
              <w:jc w:val="both"/>
              <w:rPr>
                <w:rFonts w:ascii="Arial" w:hAnsi="Arial" w:cs="Arial"/>
                <w:sz w:val="20"/>
              </w:rPr>
            </w:pPr>
            <w:r w:rsidRPr="005E7E7A">
              <w:rPr>
                <w:rFonts w:ascii="Arial" w:hAnsi="Arial" w:cs="Arial"/>
                <w:sz w:val="20"/>
              </w:rPr>
              <w:t>da se pomoč, za katero kandidiram, ne nanaša na pomoč za dejavnosti, povezane z izvozom v tretje države ali države članice, in sicer če je pomoč neposredno povezana z izvoženimi količinami, vzpostavitvijo in delovanjem distribucijske mreže ali drugimi tekočimi stroški, povezanimi z izvozno dejavnostjo in prav tako se ne nanaša na pomoč, ki je odvisna od prednostne uporabe domačega blaga pred uporabo uvoženega blaga;</w:t>
            </w:r>
          </w:p>
        </w:tc>
      </w:tr>
      <w:tr w:rsidR="00D47E07" w:rsidRPr="005E7E7A" w:rsidTr="00476317">
        <w:tc>
          <w:tcPr>
            <w:tcW w:w="496" w:type="dxa"/>
            <w:vAlign w:val="center"/>
          </w:tcPr>
          <w:p w:rsidR="00D47E07" w:rsidRPr="005E7E7A" w:rsidRDefault="00D47E07" w:rsidP="00C7053B">
            <w:pPr>
              <w:pStyle w:val="Noga"/>
              <w:numPr>
                <w:ilvl w:val="0"/>
                <w:numId w:val="14"/>
              </w:num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D47E07" w:rsidRPr="005E7E7A" w:rsidRDefault="00D47E07" w:rsidP="00476317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 w:rsidRPr="005E7E7A">
              <w:rPr>
                <w:rFonts w:ascii="Arial" w:hAnsi="Arial" w:cs="Arial"/>
                <w:sz w:val="20"/>
              </w:rPr>
              <w:t>da se strinjam in sprejemam vse razpisne pogoje, ki so sestavni del razpisne dokumentacije in da z njimi v celoti soglašam;</w:t>
            </w:r>
          </w:p>
        </w:tc>
      </w:tr>
      <w:tr w:rsidR="00D47E07" w:rsidRPr="005E7E7A" w:rsidTr="00476317">
        <w:tc>
          <w:tcPr>
            <w:tcW w:w="496" w:type="dxa"/>
            <w:vAlign w:val="center"/>
          </w:tcPr>
          <w:p w:rsidR="00D47E07" w:rsidRPr="005E7E7A" w:rsidRDefault="00D47E07" w:rsidP="00C7053B">
            <w:pPr>
              <w:pStyle w:val="Noga"/>
              <w:numPr>
                <w:ilvl w:val="0"/>
                <w:numId w:val="14"/>
              </w:num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716" w:type="dxa"/>
          </w:tcPr>
          <w:p w:rsidR="00D47E07" w:rsidRPr="005E7E7A" w:rsidRDefault="00D47E07" w:rsidP="00476317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 w:rsidRPr="005E7E7A">
              <w:rPr>
                <w:rFonts w:ascii="Arial" w:hAnsi="Arial" w:cs="Arial"/>
                <w:sz w:val="20"/>
              </w:rPr>
              <w:t>da so vsi v vlogi navedeni podatki (vključno z dokumentacijo) popolni in verodostojni ter da sem seznanjen(a) s posledicami navajanja neresničnih podatkov v tej vlogi; seznanjen(a) sem tudi z obvezo, da moram vsa pridobljena sredstva, ki jih pridobim nezakonito, porabim nenamensko, da odstopim od pogodbe oz. da del ne izvršim v skladu s pogodbeni določili, vrniti skupaj s pripadajočimi zakonitimi zamudnimi  obrestmi od dneva plačila do dneva vračila teh sredstev ter da v primeru ugotovljenih kršitev (nenamenska poraba in/ali nezakonita pridobitev proračunskih sredstev) izgubim pravico do pridobitve sredstev na podlagi Pravilnika o ohranjanju in spodbujanju razvoja kmetijstva in podeželja v Občini Grad za naslednji 2 leti;</w:t>
            </w:r>
          </w:p>
        </w:tc>
      </w:tr>
      <w:tr w:rsidR="00D47E07" w:rsidRPr="005E7E7A" w:rsidTr="00476317">
        <w:tc>
          <w:tcPr>
            <w:tcW w:w="496" w:type="dxa"/>
            <w:vAlign w:val="center"/>
          </w:tcPr>
          <w:p w:rsidR="00D47E07" w:rsidRPr="005E7E7A" w:rsidRDefault="00D47E07" w:rsidP="00C7053B">
            <w:pPr>
              <w:numPr>
                <w:ilvl w:val="0"/>
                <w:numId w:val="14"/>
              </w:num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6" w:type="dxa"/>
          </w:tcPr>
          <w:p w:rsidR="00D47E07" w:rsidRPr="005E7E7A" w:rsidRDefault="00D47E07" w:rsidP="00476317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 w:rsidRPr="005E7E7A">
              <w:rPr>
                <w:rFonts w:ascii="Arial" w:hAnsi="Arial" w:cs="Arial"/>
                <w:sz w:val="20"/>
              </w:rPr>
              <w:t>da bom v primeru odobritve pomoči predpisano dokumentacijo, ki je bila podlaga za odobritev te pomoči, vodil(a) in hranil(a) še najmanj 10 let od datuma prejema pomoči;</w:t>
            </w:r>
          </w:p>
        </w:tc>
      </w:tr>
      <w:tr w:rsidR="00D47E07" w:rsidRPr="005E7E7A" w:rsidTr="00476317">
        <w:tc>
          <w:tcPr>
            <w:tcW w:w="496" w:type="dxa"/>
            <w:vAlign w:val="center"/>
          </w:tcPr>
          <w:p w:rsidR="00D47E07" w:rsidRPr="005E7E7A" w:rsidRDefault="00D47E07" w:rsidP="00C7053B">
            <w:pPr>
              <w:numPr>
                <w:ilvl w:val="0"/>
                <w:numId w:val="14"/>
              </w:num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6" w:type="dxa"/>
          </w:tcPr>
          <w:p w:rsidR="00D47E07" w:rsidRPr="005E7E7A" w:rsidRDefault="00D47E07" w:rsidP="00476317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 w:rsidRPr="005E7E7A">
              <w:rPr>
                <w:rFonts w:ascii="Arial" w:hAnsi="Arial" w:cs="Arial"/>
                <w:sz w:val="20"/>
              </w:rPr>
              <w:t>da se strinjam z načinom zbiranja in obdelave podatkov, ki se uporablja za izvajanje tega razpisa;</w:t>
            </w:r>
          </w:p>
        </w:tc>
      </w:tr>
      <w:tr w:rsidR="00D47E07" w:rsidRPr="005E7E7A" w:rsidTr="0047631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07" w:rsidRPr="005E7E7A" w:rsidRDefault="00D47E07" w:rsidP="00C7053B">
            <w:pPr>
              <w:numPr>
                <w:ilvl w:val="0"/>
                <w:numId w:val="14"/>
              </w:num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07" w:rsidRPr="005E7E7A" w:rsidRDefault="00D47E07" w:rsidP="00476317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 w:rsidRPr="005E7E7A">
              <w:rPr>
                <w:rFonts w:ascii="Arial" w:hAnsi="Arial" w:cs="Arial"/>
                <w:sz w:val="20"/>
              </w:rPr>
              <w:t>da za namen razpisa dovoljujem Občini Grad pridobitev podatkov iz uradnih evidenc.</w:t>
            </w:r>
          </w:p>
        </w:tc>
      </w:tr>
    </w:tbl>
    <w:p w:rsidR="00D47E07" w:rsidRPr="00EC3316" w:rsidRDefault="00D47E07" w:rsidP="00D47E07">
      <w:pPr>
        <w:rPr>
          <w:rFonts w:ascii="Arial" w:hAnsi="Arial" w:cs="Arial"/>
          <w:bCs/>
          <w:sz w:val="22"/>
          <w:szCs w:val="22"/>
        </w:rPr>
      </w:pPr>
    </w:p>
    <w:p w:rsidR="00D47E07" w:rsidRPr="00EC3316" w:rsidRDefault="00D47E07" w:rsidP="00D47E07">
      <w:pPr>
        <w:rPr>
          <w:rFonts w:ascii="Arial" w:hAnsi="Arial" w:cs="Arial"/>
          <w:bCs/>
          <w:sz w:val="22"/>
          <w:szCs w:val="22"/>
        </w:rPr>
      </w:pPr>
    </w:p>
    <w:p w:rsidR="00D47E07" w:rsidRPr="005E7E7A" w:rsidRDefault="00D47E07" w:rsidP="00D47E07">
      <w:pPr>
        <w:jc w:val="both"/>
        <w:rPr>
          <w:rFonts w:ascii="Arial" w:hAnsi="Arial" w:cs="Arial"/>
          <w:bCs/>
          <w:sz w:val="20"/>
        </w:rPr>
      </w:pPr>
      <w:r w:rsidRPr="005E7E7A">
        <w:rPr>
          <w:rFonts w:ascii="Arial" w:hAnsi="Arial" w:cs="Arial"/>
          <w:bCs/>
          <w:sz w:val="20"/>
        </w:rPr>
        <w:t>Za navedene izjave, izpolnjene obrazce in priložene priloge kazensko in materialno odgovarjam.</w:t>
      </w:r>
    </w:p>
    <w:p w:rsidR="00D47E07" w:rsidRPr="005E7E7A" w:rsidRDefault="00D47E07" w:rsidP="00D47E07">
      <w:pPr>
        <w:rPr>
          <w:rFonts w:ascii="Arial" w:hAnsi="Arial" w:cs="Arial"/>
          <w:b/>
          <w:sz w:val="20"/>
        </w:rPr>
      </w:pPr>
    </w:p>
    <w:p w:rsidR="00D47E07" w:rsidRPr="005E7E7A" w:rsidRDefault="00D47E07" w:rsidP="00D47E07">
      <w:pPr>
        <w:rPr>
          <w:rFonts w:ascii="Arial" w:hAnsi="Arial" w:cs="Arial"/>
          <w:b/>
          <w:sz w:val="20"/>
        </w:rPr>
      </w:pPr>
    </w:p>
    <w:p w:rsidR="00D47E07" w:rsidRPr="005E7E7A" w:rsidRDefault="00D47E07" w:rsidP="00D47E07">
      <w:pPr>
        <w:rPr>
          <w:rFonts w:ascii="Arial" w:hAnsi="Arial" w:cs="Arial"/>
          <w:b/>
          <w:sz w:val="20"/>
        </w:rPr>
      </w:pPr>
    </w:p>
    <w:p w:rsidR="00D47E07" w:rsidRPr="005E7E7A" w:rsidRDefault="00D47E07" w:rsidP="00D47E07">
      <w:pPr>
        <w:rPr>
          <w:rFonts w:ascii="Arial" w:hAnsi="Arial" w:cs="Arial"/>
          <w:b/>
          <w:sz w:val="20"/>
        </w:rPr>
      </w:pPr>
    </w:p>
    <w:tbl>
      <w:tblPr>
        <w:tblW w:w="9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0"/>
        <w:gridCol w:w="3937"/>
      </w:tblGrid>
      <w:tr w:rsidR="00D47E07" w:rsidRPr="005E7E7A" w:rsidTr="00476317">
        <w:trPr>
          <w:trHeight w:val="841"/>
        </w:trPr>
        <w:tc>
          <w:tcPr>
            <w:tcW w:w="5310" w:type="dxa"/>
          </w:tcPr>
          <w:p w:rsidR="00D47E07" w:rsidRPr="005E7E7A" w:rsidRDefault="00D47E07" w:rsidP="00476317">
            <w:pPr>
              <w:ind w:left="360"/>
              <w:rPr>
                <w:rFonts w:ascii="Arial" w:hAnsi="Arial" w:cs="Arial"/>
                <w:b/>
                <w:sz w:val="20"/>
              </w:rPr>
            </w:pPr>
          </w:p>
          <w:p w:rsidR="00D47E07" w:rsidRPr="005E7E7A" w:rsidRDefault="00D47E07" w:rsidP="00476317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5E7E7A">
              <w:rPr>
                <w:rFonts w:ascii="Arial" w:hAnsi="Arial" w:cs="Arial"/>
                <w:sz w:val="20"/>
              </w:rPr>
              <w:t>V/na __________________, dne_____________</w:t>
            </w:r>
          </w:p>
        </w:tc>
        <w:tc>
          <w:tcPr>
            <w:tcW w:w="3937" w:type="dxa"/>
          </w:tcPr>
          <w:p w:rsidR="00D47E07" w:rsidRPr="005E7E7A" w:rsidRDefault="00D47E07" w:rsidP="00476317">
            <w:pPr>
              <w:ind w:left="360"/>
              <w:rPr>
                <w:rFonts w:ascii="Arial" w:hAnsi="Arial" w:cs="Arial"/>
                <w:b/>
                <w:sz w:val="20"/>
              </w:rPr>
            </w:pPr>
          </w:p>
          <w:p w:rsidR="00D47E07" w:rsidRPr="005E7E7A" w:rsidRDefault="00D47E07" w:rsidP="00476317">
            <w:pPr>
              <w:ind w:left="360"/>
              <w:rPr>
                <w:rFonts w:ascii="Arial" w:hAnsi="Arial" w:cs="Arial"/>
                <w:sz w:val="20"/>
              </w:rPr>
            </w:pPr>
            <w:r w:rsidRPr="005E7E7A">
              <w:rPr>
                <w:rFonts w:ascii="Arial" w:hAnsi="Arial" w:cs="Arial"/>
                <w:sz w:val="20"/>
              </w:rPr>
              <w:t xml:space="preserve">            ____________________</w:t>
            </w:r>
          </w:p>
          <w:p w:rsidR="00D47E07" w:rsidRPr="005E7E7A" w:rsidRDefault="00D47E07" w:rsidP="00476317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</w:rPr>
            </w:pPr>
            <w:r w:rsidRPr="005E7E7A">
              <w:rPr>
                <w:rFonts w:ascii="Arial" w:hAnsi="Arial" w:cs="Arial"/>
                <w:sz w:val="20"/>
              </w:rPr>
              <w:t xml:space="preserve">                 (Podpis vlagatelja)</w:t>
            </w:r>
          </w:p>
          <w:p w:rsidR="00D47E07" w:rsidRPr="005E7E7A" w:rsidRDefault="00D47E07" w:rsidP="00476317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47E07" w:rsidRPr="005E7E7A" w:rsidRDefault="00D47E07" w:rsidP="00D47E07">
      <w:pPr>
        <w:rPr>
          <w:rFonts w:ascii="Garamond" w:hAnsi="Garamond" w:cs="Arial"/>
          <w:b/>
          <w:sz w:val="20"/>
        </w:rPr>
      </w:pPr>
    </w:p>
    <w:p w:rsidR="00D47E07" w:rsidRDefault="00D47E07" w:rsidP="00D47E07">
      <w:pPr>
        <w:rPr>
          <w:rFonts w:ascii="Garamond" w:hAnsi="Garamond" w:cs="Arial"/>
          <w:b/>
        </w:rPr>
      </w:pPr>
    </w:p>
    <w:p w:rsidR="00D47E07" w:rsidRDefault="00D47E07" w:rsidP="00D47E07">
      <w:pPr>
        <w:rPr>
          <w:rFonts w:ascii="Garamond" w:hAnsi="Garamond" w:cs="Arial"/>
          <w:b/>
        </w:rPr>
      </w:pPr>
    </w:p>
    <w:p w:rsidR="00D47E07" w:rsidRDefault="00D47E07" w:rsidP="00D47E07">
      <w:pPr>
        <w:rPr>
          <w:rFonts w:ascii="Garamond" w:hAnsi="Garamond" w:cs="Arial"/>
          <w:b/>
        </w:rPr>
      </w:pPr>
    </w:p>
    <w:p w:rsidR="00D47E07" w:rsidRDefault="00D47E07" w:rsidP="00D47E07">
      <w:pPr>
        <w:rPr>
          <w:rFonts w:ascii="Garamond" w:hAnsi="Garamond" w:cs="Arial"/>
          <w:b/>
        </w:rPr>
      </w:pPr>
    </w:p>
    <w:p w:rsidR="00D47E07" w:rsidRDefault="00D47E07" w:rsidP="00D47E07">
      <w:pPr>
        <w:rPr>
          <w:rFonts w:ascii="Garamond" w:hAnsi="Garamond" w:cs="Arial"/>
          <w:b/>
        </w:rPr>
      </w:pPr>
      <w:bookmarkStart w:id="2" w:name="_GoBack"/>
      <w:r>
        <w:rPr>
          <w:rFonts w:ascii="Garamond" w:hAnsi="Garamond" w:cs="Arial"/>
          <w:b/>
        </w:rPr>
        <w:br w:type="page"/>
      </w:r>
      <w:bookmarkEnd w:id="2"/>
      <w:r w:rsidR="00EB1403">
        <w:rPr>
          <w:rFonts w:ascii="Garamond" w:hAnsi="Garamond" w:cs="Arial"/>
          <w:b/>
        </w:rPr>
        <w:lastRenderedPageBreak/>
        <w:t xml:space="preserve"> </w:t>
      </w:r>
    </w:p>
    <w:p w:rsidR="00D47E07" w:rsidRPr="00A02C76" w:rsidRDefault="00D47E07" w:rsidP="00907435">
      <w:pPr>
        <w:pStyle w:val="Naslov1"/>
        <w:numPr>
          <w:ilvl w:val="0"/>
          <w:numId w:val="10"/>
        </w:numPr>
        <w:pBdr>
          <w:top w:val="single" w:sz="12" w:space="1" w:color="17365D" w:themeColor="text2" w:themeShade="BF"/>
          <w:left w:val="single" w:sz="12" w:space="4" w:color="17365D" w:themeColor="text2" w:themeShade="BF"/>
          <w:bottom w:val="single" w:sz="12" w:space="1" w:color="17365D" w:themeColor="text2" w:themeShade="BF"/>
          <w:right w:val="single" w:sz="12" w:space="4" w:color="17365D" w:themeColor="text2" w:themeShade="BF"/>
        </w:pBdr>
        <w:shd w:val="clear" w:color="auto" w:fill="BFBFBF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bookmarkStart w:id="3" w:name="_Hlk172723661"/>
      <w:r w:rsidRPr="00A02C76">
        <w:rPr>
          <w:rFonts w:ascii="Arial" w:hAnsi="Arial" w:cs="Arial"/>
          <w:b/>
        </w:rPr>
        <w:t>IZJAVA VLAGATELJA o kumulaciji državnih pomoči</w:t>
      </w:r>
    </w:p>
    <w:bookmarkEnd w:id="3"/>
    <w:p w:rsidR="00D47E07" w:rsidRPr="0077198C" w:rsidRDefault="00D47E07" w:rsidP="00D47E07">
      <w:pPr>
        <w:rPr>
          <w:rFonts w:ascii="Arial" w:hAnsi="Arial" w:cs="Arial"/>
          <w:sz w:val="22"/>
          <w:szCs w:val="22"/>
        </w:rPr>
      </w:pPr>
    </w:p>
    <w:p w:rsidR="00D47E07" w:rsidRPr="007A64DD" w:rsidRDefault="00D47E07" w:rsidP="00D47E07">
      <w:pPr>
        <w:rPr>
          <w:rFonts w:ascii="Arial" w:hAnsi="Arial" w:cs="Arial"/>
          <w:b/>
          <w:sz w:val="20"/>
          <w:szCs w:val="22"/>
        </w:rPr>
      </w:pPr>
      <w:r w:rsidRPr="007A64DD">
        <w:rPr>
          <w:rFonts w:ascii="Arial" w:hAnsi="Arial" w:cs="Arial"/>
          <w:b/>
          <w:sz w:val="20"/>
          <w:szCs w:val="22"/>
        </w:rPr>
        <w:t>S podpisom odgovorne osebe in žigom na tej izjavi potrjujemo, da:</w:t>
      </w:r>
    </w:p>
    <w:p w:rsidR="00D47E07" w:rsidRPr="007A64DD" w:rsidRDefault="00D47E07" w:rsidP="00D47E07">
      <w:pPr>
        <w:rPr>
          <w:rFonts w:ascii="Arial" w:hAnsi="Arial" w:cs="Arial"/>
          <w:sz w:val="20"/>
          <w:szCs w:val="22"/>
        </w:rPr>
      </w:pPr>
    </w:p>
    <w:p w:rsidR="00D47E07" w:rsidRPr="007A64DD" w:rsidRDefault="00D47E07" w:rsidP="00D12567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2"/>
        </w:rPr>
      </w:pPr>
      <w:r w:rsidRPr="007A64DD">
        <w:rPr>
          <w:rFonts w:ascii="Arial" w:hAnsi="Arial" w:cs="Arial"/>
          <w:sz w:val="20"/>
          <w:szCs w:val="22"/>
        </w:rPr>
        <w:t xml:space="preserve">smo seznanjeni, da se državna pomoč dodeljuje v skladu z Uredbo Komisije (EU) št. </w:t>
      </w:r>
      <w:r w:rsidR="00F97C14" w:rsidRPr="00F97C14">
        <w:rPr>
          <w:rFonts w:ascii="Arial" w:hAnsi="Arial" w:cs="Arial"/>
          <w:sz w:val="20"/>
          <w:szCs w:val="22"/>
        </w:rPr>
        <w:t>2022/2472</w:t>
      </w:r>
      <w:r w:rsidRPr="007A64DD">
        <w:rPr>
          <w:rFonts w:ascii="Arial" w:hAnsi="Arial" w:cs="Arial"/>
          <w:sz w:val="20"/>
          <w:szCs w:val="22"/>
        </w:rPr>
        <w:t>;</w:t>
      </w:r>
    </w:p>
    <w:p w:rsidR="00D47E07" w:rsidRPr="007A64DD" w:rsidRDefault="00D47E07" w:rsidP="00D12567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2"/>
        </w:rPr>
      </w:pPr>
      <w:r w:rsidRPr="007A64DD">
        <w:rPr>
          <w:rFonts w:ascii="Arial" w:hAnsi="Arial" w:cs="Arial"/>
          <w:sz w:val="20"/>
          <w:szCs w:val="22"/>
        </w:rPr>
        <w:t xml:space="preserve">v zadnjih treh letih nismo in ne bomo prejeli državne pomoči v znesku višjem od dovoljenega limita (do </w:t>
      </w:r>
      <w:r w:rsidR="00F97C14">
        <w:rPr>
          <w:rFonts w:ascii="Arial" w:hAnsi="Arial" w:cs="Arial"/>
          <w:sz w:val="20"/>
          <w:szCs w:val="22"/>
        </w:rPr>
        <w:t>6</w:t>
      </w:r>
      <w:r w:rsidRPr="007A64DD">
        <w:rPr>
          <w:rFonts w:ascii="Arial" w:hAnsi="Arial" w:cs="Arial"/>
          <w:sz w:val="20"/>
          <w:szCs w:val="22"/>
        </w:rPr>
        <w:t>00.000,00 EUR v zadnjih treh letih);</w:t>
      </w:r>
    </w:p>
    <w:p w:rsidR="00D47E07" w:rsidRPr="007A64DD" w:rsidRDefault="00D47E07" w:rsidP="00D12567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2"/>
        </w:rPr>
      </w:pPr>
      <w:r w:rsidRPr="007A64DD">
        <w:rPr>
          <w:rFonts w:ascii="Arial" w:hAnsi="Arial" w:cs="Arial"/>
          <w:sz w:val="20"/>
          <w:szCs w:val="22"/>
        </w:rPr>
        <w:t>za iste upravičene stroške in za isti namen, ki so s</w:t>
      </w:r>
      <w:r>
        <w:rPr>
          <w:rFonts w:ascii="Arial" w:hAnsi="Arial" w:cs="Arial"/>
          <w:sz w:val="20"/>
          <w:szCs w:val="22"/>
        </w:rPr>
        <w:t>estavni del te vloge</w:t>
      </w:r>
      <w:r w:rsidRPr="00F97C14">
        <w:rPr>
          <w:rFonts w:ascii="Arial" w:hAnsi="Arial" w:cs="Arial"/>
          <w:sz w:val="20"/>
          <w:szCs w:val="22"/>
        </w:rPr>
        <w:t xml:space="preserve">, </w:t>
      </w:r>
      <w:r w:rsidRPr="000E730F">
        <w:rPr>
          <w:rFonts w:ascii="Arial" w:hAnsi="Arial" w:cs="Arial"/>
          <w:b/>
          <w:sz w:val="20"/>
          <w:szCs w:val="22"/>
        </w:rPr>
        <w:t xml:space="preserve">v </w:t>
      </w:r>
      <w:r w:rsidR="00C95629">
        <w:rPr>
          <w:rFonts w:ascii="Arial" w:hAnsi="Arial" w:cs="Arial"/>
          <w:b/>
          <w:sz w:val="20"/>
          <w:szCs w:val="22"/>
        </w:rPr>
        <w:t>zadnjih</w:t>
      </w:r>
      <w:r w:rsidRPr="000E730F">
        <w:rPr>
          <w:rFonts w:ascii="Arial" w:hAnsi="Arial" w:cs="Arial"/>
          <w:b/>
          <w:sz w:val="20"/>
          <w:szCs w:val="22"/>
        </w:rPr>
        <w:t xml:space="preserve"> </w:t>
      </w:r>
      <w:r w:rsidR="00F97C14">
        <w:rPr>
          <w:rFonts w:ascii="Arial" w:hAnsi="Arial" w:cs="Arial"/>
          <w:b/>
          <w:sz w:val="20"/>
          <w:szCs w:val="22"/>
        </w:rPr>
        <w:t xml:space="preserve">treh </w:t>
      </w:r>
      <w:r w:rsidRPr="000E730F">
        <w:rPr>
          <w:rFonts w:ascii="Arial" w:hAnsi="Arial" w:cs="Arial"/>
          <w:b/>
          <w:sz w:val="20"/>
          <w:szCs w:val="22"/>
        </w:rPr>
        <w:t>letih</w:t>
      </w:r>
      <w:r w:rsidRPr="007A64DD">
        <w:rPr>
          <w:rFonts w:ascii="Arial" w:hAnsi="Arial" w:cs="Arial"/>
          <w:sz w:val="20"/>
          <w:szCs w:val="22"/>
        </w:rPr>
        <w:t xml:space="preserve"> nismo pridobili sredstev oz. nismo v postopku pridobivanja sredstev iz občinskih, državnih, mednarodnih ali drugih javnih virov;</w:t>
      </w:r>
    </w:p>
    <w:p w:rsidR="00D47E07" w:rsidRPr="007A64DD" w:rsidRDefault="00D47E07" w:rsidP="00D12567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2"/>
        </w:rPr>
      </w:pPr>
      <w:r w:rsidRPr="007A64DD">
        <w:rPr>
          <w:rFonts w:ascii="Arial" w:hAnsi="Arial" w:cs="Arial"/>
          <w:sz w:val="20"/>
          <w:szCs w:val="22"/>
        </w:rPr>
        <w:t>so mi bila za iste upravičene stroške že dodeljena javna sredstva v višini _____________ EUR, dajalca____________________________________________________________.</w:t>
      </w:r>
    </w:p>
    <w:p w:rsidR="00D47E07" w:rsidRPr="007A64DD" w:rsidRDefault="00D47E07" w:rsidP="00D47E07">
      <w:pPr>
        <w:rPr>
          <w:rFonts w:ascii="Arial" w:hAnsi="Arial" w:cs="Arial"/>
          <w:sz w:val="20"/>
          <w:szCs w:val="22"/>
        </w:rPr>
      </w:pPr>
    </w:p>
    <w:p w:rsidR="00D47E07" w:rsidRPr="007A64DD" w:rsidRDefault="00D47E07" w:rsidP="00D47E07">
      <w:pPr>
        <w:rPr>
          <w:rFonts w:ascii="Arial" w:hAnsi="Arial" w:cs="Arial"/>
          <w:sz w:val="20"/>
          <w:szCs w:val="22"/>
        </w:rPr>
      </w:pPr>
    </w:p>
    <w:p w:rsidR="00D47E07" w:rsidRPr="007A64DD" w:rsidRDefault="00D47E07" w:rsidP="00D47E07">
      <w:pPr>
        <w:jc w:val="both"/>
        <w:rPr>
          <w:rFonts w:ascii="Arial" w:hAnsi="Arial" w:cs="Arial"/>
          <w:b/>
          <w:sz w:val="20"/>
          <w:szCs w:val="22"/>
        </w:rPr>
      </w:pPr>
      <w:r w:rsidRPr="007A64DD">
        <w:rPr>
          <w:rFonts w:ascii="Arial" w:hAnsi="Arial" w:cs="Arial"/>
          <w:b/>
          <w:sz w:val="20"/>
          <w:szCs w:val="22"/>
        </w:rPr>
        <w:t xml:space="preserve">V primeru naknadne dodelitve pomoči iz državnih, mednarodnih in drugih javnih virov (smo v postopku reševanja ali se bomo na javni </w:t>
      </w:r>
      <w:r>
        <w:rPr>
          <w:rFonts w:ascii="Arial" w:hAnsi="Arial" w:cs="Arial"/>
          <w:b/>
          <w:sz w:val="20"/>
          <w:szCs w:val="22"/>
        </w:rPr>
        <w:t>razpis prijavili tekom leta 202</w:t>
      </w:r>
      <w:r w:rsidR="006221E3">
        <w:rPr>
          <w:rFonts w:ascii="Arial" w:hAnsi="Arial" w:cs="Arial"/>
          <w:b/>
          <w:sz w:val="20"/>
          <w:szCs w:val="22"/>
        </w:rPr>
        <w:t>5</w:t>
      </w:r>
      <w:r w:rsidRPr="007A64DD">
        <w:rPr>
          <w:rFonts w:ascii="Arial" w:hAnsi="Arial" w:cs="Arial"/>
          <w:b/>
          <w:sz w:val="20"/>
          <w:szCs w:val="22"/>
        </w:rPr>
        <w:t>), se OBVEZUJEMO o tem v roku 5 dni po prejemu sredstev oz. od dneva prijave, seznaniti Občino Grad (navedba dajalca državne pomoči, namen in višina sofinanciranja).</w:t>
      </w:r>
    </w:p>
    <w:p w:rsidR="00D47E07" w:rsidRPr="007A64DD" w:rsidRDefault="00D47E07" w:rsidP="00D47E07">
      <w:pPr>
        <w:jc w:val="both"/>
        <w:rPr>
          <w:rFonts w:ascii="Arial" w:hAnsi="Arial" w:cs="Arial"/>
          <w:sz w:val="20"/>
          <w:szCs w:val="22"/>
        </w:rPr>
      </w:pPr>
    </w:p>
    <w:p w:rsidR="00D47E07" w:rsidRPr="007A64DD" w:rsidRDefault="00D47E07" w:rsidP="00D47E07">
      <w:pPr>
        <w:jc w:val="both"/>
        <w:rPr>
          <w:rFonts w:ascii="Arial" w:hAnsi="Arial" w:cs="Arial"/>
          <w:b/>
          <w:sz w:val="20"/>
          <w:szCs w:val="22"/>
        </w:rPr>
      </w:pPr>
      <w:r w:rsidRPr="007A64DD">
        <w:rPr>
          <w:rFonts w:ascii="Arial" w:hAnsi="Arial" w:cs="Arial"/>
          <w:b/>
          <w:sz w:val="20"/>
          <w:szCs w:val="22"/>
        </w:rPr>
        <w:t>Izpolnijo prijavitelji, ki so oddali vlogo za isti namen oz. iste upravičene stroške tudi na drug javni razpis, vendar še niso prejeli odgovora (so v postopku reševanja vloge).</w:t>
      </w:r>
    </w:p>
    <w:p w:rsidR="00D47E07" w:rsidRDefault="00D47E07" w:rsidP="00D47E07">
      <w:pPr>
        <w:rPr>
          <w:rFonts w:ascii="Arial" w:hAnsi="Arial" w:cs="Arial"/>
          <w:sz w:val="20"/>
          <w:szCs w:val="22"/>
        </w:rPr>
      </w:pPr>
    </w:p>
    <w:p w:rsidR="00D47E07" w:rsidRPr="007A64DD" w:rsidRDefault="00D47E07" w:rsidP="00D47E07">
      <w:pPr>
        <w:rPr>
          <w:rFonts w:ascii="Arial" w:hAnsi="Arial" w:cs="Arial"/>
          <w:sz w:val="20"/>
          <w:szCs w:val="22"/>
        </w:rPr>
      </w:pPr>
    </w:p>
    <w:p w:rsidR="00D47E07" w:rsidRPr="007A64DD" w:rsidRDefault="00D47E07" w:rsidP="00D47E07">
      <w:pPr>
        <w:spacing w:line="480" w:lineRule="auto"/>
        <w:rPr>
          <w:rFonts w:ascii="Arial" w:hAnsi="Arial" w:cs="Arial"/>
          <w:sz w:val="20"/>
          <w:szCs w:val="22"/>
        </w:rPr>
      </w:pPr>
      <w:r w:rsidRPr="007A64DD">
        <w:rPr>
          <w:rFonts w:ascii="Arial" w:hAnsi="Arial" w:cs="Arial"/>
          <w:sz w:val="20"/>
          <w:szCs w:val="22"/>
        </w:rPr>
        <w:t>Dajalec pomoči: _____________________________________</w:t>
      </w:r>
      <w:r>
        <w:rPr>
          <w:rFonts w:ascii="Arial" w:hAnsi="Arial" w:cs="Arial"/>
          <w:sz w:val="20"/>
          <w:szCs w:val="22"/>
        </w:rPr>
        <w:t>_________</w:t>
      </w:r>
      <w:r w:rsidRPr="007A64DD">
        <w:rPr>
          <w:rFonts w:ascii="Arial" w:hAnsi="Arial" w:cs="Arial"/>
          <w:sz w:val="20"/>
          <w:szCs w:val="22"/>
        </w:rPr>
        <w:t>______________________</w:t>
      </w:r>
    </w:p>
    <w:p w:rsidR="00D47E07" w:rsidRPr="007A64DD" w:rsidRDefault="00D47E07" w:rsidP="00D47E07">
      <w:pPr>
        <w:spacing w:line="480" w:lineRule="auto"/>
        <w:rPr>
          <w:rFonts w:ascii="Arial" w:hAnsi="Arial" w:cs="Arial"/>
          <w:sz w:val="20"/>
          <w:szCs w:val="22"/>
        </w:rPr>
      </w:pPr>
      <w:r w:rsidRPr="007A64DD">
        <w:rPr>
          <w:rFonts w:ascii="Arial" w:hAnsi="Arial" w:cs="Arial"/>
          <w:sz w:val="20"/>
          <w:szCs w:val="22"/>
        </w:rPr>
        <w:t>Objava javnega razpisa: ________________________________________</w:t>
      </w:r>
      <w:r>
        <w:rPr>
          <w:rFonts w:ascii="Arial" w:hAnsi="Arial" w:cs="Arial"/>
          <w:sz w:val="20"/>
          <w:szCs w:val="22"/>
        </w:rPr>
        <w:t>________</w:t>
      </w:r>
      <w:r w:rsidRPr="007A64DD">
        <w:rPr>
          <w:rFonts w:ascii="Arial" w:hAnsi="Arial" w:cs="Arial"/>
          <w:sz w:val="20"/>
          <w:szCs w:val="22"/>
        </w:rPr>
        <w:t>_____________</w:t>
      </w:r>
    </w:p>
    <w:p w:rsidR="00D47E07" w:rsidRPr="007A64DD" w:rsidRDefault="00D47E07" w:rsidP="00D47E07">
      <w:pPr>
        <w:spacing w:line="480" w:lineRule="auto"/>
        <w:rPr>
          <w:rFonts w:ascii="Arial" w:hAnsi="Arial" w:cs="Arial"/>
          <w:sz w:val="20"/>
          <w:szCs w:val="22"/>
        </w:rPr>
      </w:pPr>
      <w:r w:rsidRPr="007A64DD">
        <w:rPr>
          <w:rFonts w:ascii="Arial" w:hAnsi="Arial" w:cs="Arial"/>
          <w:sz w:val="20"/>
          <w:szCs w:val="22"/>
        </w:rPr>
        <w:t>Namen: ____________________________________________________________</w:t>
      </w:r>
      <w:r>
        <w:rPr>
          <w:rFonts w:ascii="Arial" w:hAnsi="Arial" w:cs="Arial"/>
          <w:sz w:val="20"/>
          <w:szCs w:val="22"/>
        </w:rPr>
        <w:t>_________</w:t>
      </w:r>
      <w:r w:rsidRPr="007A64DD">
        <w:rPr>
          <w:rFonts w:ascii="Arial" w:hAnsi="Arial" w:cs="Arial"/>
          <w:sz w:val="20"/>
          <w:szCs w:val="22"/>
        </w:rPr>
        <w:t>_____</w:t>
      </w:r>
    </w:p>
    <w:p w:rsidR="00D47E07" w:rsidRPr="007A64DD" w:rsidRDefault="00D47E07" w:rsidP="00D47E07">
      <w:pPr>
        <w:spacing w:line="480" w:lineRule="auto"/>
        <w:rPr>
          <w:rFonts w:ascii="Arial" w:hAnsi="Arial" w:cs="Arial"/>
          <w:sz w:val="20"/>
          <w:szCs w:val="22"/>
        </w:rPr>
      </w:pPr>
      <w:r w:rsidRPr="007A64DD">
        <w:rPr>
          <w:rFonts w:ascii="Arial" w:hAnsi="Arial" w:cs="Arial"/>
          <w:sz w:val="20"/>
          <w:szCs w:val="22"/>
        </w:rPr>
        <w:t>Datum oddane vloge: _______________________________________________________</w:t>
      </w:r>
      <w:r>
        <w:rPr>
          <w:rFonts w:ascii="Arial" w:hAnsi="Arial" w:cs="Arial"/>
          <w:sz w:val="20"/>
          <w:szCs w:val="22"/>
        </w:rPr>
        <w:t>________</w:t>
      </w:r>
    </w:p>
    <w:p w:rsidR="00D47E07" w:rsidRPr="007A64DD" w:rsidRDefault="00D47E07" w:rsidP="00D47E07">
      <w:pPr>
        <w:rPr>
          <w:rFonts w:ascii="Arial" w:hAnsi="Arial" w:cs="Arial"/>
          <w:sz w:val="20"/>
          <w:szCs w:val="22"/>
        </w:rPr>
      </w:pPr>
    </w:p>
    <w:p w:rsidR="00D47E07" w:rsidRPr="007A64DD" w:rsidRDefault="00D47E07" w:rsidP="00D47E07">
      <w:pPr>
        <w:rPr>
          <w:rFonts w:ascii="Arial" w:hAnsi="Arial" w:cs="Arial"/>
          <w:sz w:val="20"/>
          <w:szCs w:val="22"/>
        </w:rPr>
      </w:pPr>
    </w:p>
    <w:p w:rsidR="00D47E07" w:rsidRPr="007A64DD" w:rsidRDefault="00D47E07" w:rsidP="00D47E07">
      <w:pPr>
        <w:rPr>
          <w:rFonts w:ascii="Arial" w:hAnsi="Arial" w:cs="Arial"/>
          <w:sz w:val="20"/>
          <w:szCs w:val="22"/>
        </w:rPr>
      </w:pPr>
    </w:p>
    <w:p w:rsidR="00D47E07" w:rsidRPr="007A64DD" w:rsidRDefault="00D47E07" w:rsidP="00D47E07">
      <w:pPr>
        <w:rPr>
          <w:rFonts w:ascii="Arial" w:hAnsi="Arial" w:cs="Arial"/>
          <w:sz w:val="20"/>
          <w:szCs w:val="22"/>
        </w:rPr>
      </w:pPr>
    </w:p>
    <w:p w:rsidR="00D47E07" w:rsidRPr="007A64DD" w:rsidRDefault="00D47E07" w:rsidP="00D47E07">
      <w:pPr>
        <w:rPr>
          <w:rFonts w:ascii="Arial" w:hAnsi="Arial" w:cs="Arial"/>
          <w:sz w:val="20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3922"/>
      </w:tblGrid>
      <w:tr w:rsidR="00D47E07" w:rsidRPr="00BD0983" w:rsidTr="00476317">
        <w:tc>
          <w:tcPr>
            <w:tcW w:w="5290" w:type="dxa"/>
          </w:tcPr>
          <w:p w:rsidR="00D47E07" w:rsidRPr="00BD0983" w:rsidRDefault="00D47E07" w:rsidP="00476317">
            <w:pPr>
              <w:ind w:left="360"/>
              <w:rPr>
                <w:rFonts w:ascii="Arial" w:hAnsi="Arial" w:cs="Arial"/>
                <w:b/>
                <w:sz w:val="20"/>
              </w:rPr>
            </w:pPr>
          </w:p>
          <w:p w:rsidR="00D47E07" w:rsidRPr="00BD0983" w:rsidRDefault="00D47E07" w:rsidP="00476317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BD0983">
              <w:rPr>
                <w:rFonts w:ascii="Arial" w:hAnsi="Arial" w:cs="Arial"/>
                <w:sz w:val="20"/>
              </w:rPr>
              <w:t>V/na __________________, dne_____________</w:t>
            </w:r>
          </w:p>
        </w:tc>
        <w:tc>
          <w:tcPr>
            <w:tcW w:w="3922" w:type="dxa"/>
          </w:tcPr>
          <w:p w:rsidR="00D47E07" w:rsidRPr="00BD0983" w:rsidRDefault="00D47E07" w:rsidP="00476317">
            <w:pPr>
              <w:ind w:left="360"/>
              <w:rPr>
                <w:rFonts w:ascii="Arial" w:hAnsi="Arial" w:cs="Arial"/>
                <w:b/>
                <w:sz w:val="20"/>
              </w:rPr>
            </w:pPr>
          </w:p>
          <w:p w:rsidR="00D47E07" w:rsidRPr="00BD0983" w:rsidRDefault="00D47E07" w:rsidP="00476317">
            <w:pPr>
              <w:ind w:left="360"/>
              <w:rPr>
                <w:rFonts w:ascii="Arial" w:hAnsi="Arial" w:cs="Arial"/>
                <w:sz w:val="20"/>
              </w:rPr>
            </w:pPr>
            <w:r w:rsidRPr="00BD0983">
              <w:rPr>
                <w:rFonts w:ascii="Arial" w:hAnsi="Arial" w:cs="Arial"/>
                <w:sz w:val="20"/>
              </w:rPr>
              <w:t>žig       ____________________</w:t>
            </w:r>
          </w:p>
          <w:p w:rsidR="00D47E07" w:rsidRPr="00BD0983" w:rsidRDefault="00D47E07" w:rsidP="00476317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</w:rPr>
            </w:pPr>
            <w:r w:rsidRPr="00BD0983">
              <w:rPr>
                <w:rFonts w:ascii="Arial" w:hAnsi="Arial" w:cs="Arial"/>
                <w:sz w:val="20"/>
              </w:rPr>
              <w:t xml:space="preserve">            </w:t>
            </w:r>
            <w:r>
              <w:rPr>
                <w:rFonts w:ascii="Arial" w:hAnsi="Arial" w:cs="Arial"/>
                <w:sz w:val="20"/>
              </w:rPr>
              <w:t xml:space="preserve">    </w:t>
            </w:r>
            <w:r w:rsidRPr="00BD0983">
              <w:rPr>
                <w:rFonts w:ascii="Arial" w:hAnsi="Arial" w:cs="Arial"/>
                <w:sz w:val="20"/>
              </w:rPr>
              <w:t>(Podpis vlagatelja)</w:t>
            </w:r>
          </w:p>
          <w:p w:rsidR="00D47E07" w:rsidRPr="00BD0983" w:rsidRDefault="00D47E07" w:rsidP="00476317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47E07" w:rsidRDefault="00D47E07" w:rsidP="00D47E07">
      <w:pPr>
        <w:rPr>
          <w:rFonts w:ascii="Arial" w:hAnsi="Arial" w:cs="Arial"/>
          <w:sz w:val="20"/>
          <w:szCs w:val="22"/>
        </w:rPr>
      </w:pPr>
    </w:p>
    <w:p w:rsidR="00D47E07" w:rsidRDefault="00D47E07" w:rsidP="00D47E07">
      <w:pPr>
        <w:rPr>
          <w:rFonts w:ascii="Arial" w:hAnsi="Arial" w:cs="Arial"/>
          <w:sz w:val="20"/>
          <w:szCs w:val="22"/>
        </w:rPr>
      </w:pPr>
    </w:p>
    <w:p w:rsidR="00D47E07" w:rsidRDefault="00D47E07" w:rsidP="00D47E07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br w:type="page"/>
      </w:r>
    </w:p>
    <w:p w:rsidR="00D47E07" w:rsidRPr="007A64DD" w:rsidRDefault="00D47E07" w:rsidP="00D47E07">
      <w:pPr>
        <w:rPr>
          <w:rFonts w:ascii="Arial" w:hAnsi="Arial" w:cs="Arial"/>
          <w:sz w:val="20"/>
          <w:szCs w:val="22"/>
        </w:rPr>
      </w:pPr>
    </w:p>
    <w:p w:rsidR="00D47E07" w:rsidRPr="00AB32E4" w:rsidRDefault="00D47E07" w:rsidP="00907435">
      <w:pPr>
        <w:pStyle w:val="Naslov1"/>
        <w:numPr>
          <w:ilvl w:val="0"/>
          <w:numId w:val="10"/>
        </w:numPr>
        <w:pBdr>
          <w:top w:val="single" w:sz="12" w:space="1" w:color="17365D" w:themeColor="text2" w:themeShade="BF"/>
          <w:left w:val="single" w:sz="12" w:space="4" w:color="17365D" w:themeColor="text2" w:themeShade="BF"/>
          <w:bottom w:val="single" w:sz="12" w:space="1" w:color="17365D" w:themeColor="text2" w:themeShade="BF"/>
          <w:right w:val="single" w:sz="12" w:space="4" w:color="17365D" w:themeColor="text2" w:themeShade="BF"/>
        </w:pBdr>
        <w:shd w:val="clear" w:color="auto" w:fill="BFBFBF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B32E4">
        <w:rPr>
          <w:rFonts w:ascii="Arial" w:hAnsi="Arial" w:cs="Arial"/>
          <w:b/>
        </w:rPr>
        <w:t>OBVEZNE PRILOGE:</w:t>
      </w:r>
    </w:p>
    <w:p w:rsidR="00D47E07" w:rsidRPr="0077198C" w:rsidRDefault="00D47E07" w:rsidP="00D47E07">
      <w:pPr>
        <w:rPr>
          <w:rFonts w:ascii="Arial" w:hAnsi="Arial" w:cs="Arial"/>
          <w:sz w:val="22"/>
          <w:szCs w:val="22"/>
        </w:rPr>
      </w:pPr>
    </w:p>
    <w:p w:rsidR="00D47E07" w:rsidRDefault="00D47E07" w:rsidP="00D47E07">
      <w:pPr>
        <w:rPr>
          <w:rFonts w:ascii="Arial" w:hAnsi="Arial" w:cs="Arial"/>
          <w:sz w:val="22"/>
        </w:rPr>
      </w:pPr>
    </w:p>
    <w:p w:rsidR="00D47E07" w:rsidRPr="002A3484" w:rsidRDefault="00D47E07" w:rsidP="00D47E07">
      <w:pPr>
        <w:rPr>
          <w:rFonts w:ascii="Arial" w:hAnsi="Arial" w:cs="Arial"/>
          <w:sz w:val="20"/>
        </w:rPr>
      </w:pPr>
      <w:r w:rsidRPr="002A3484">
        <w:rPr>
          <w:rFonts w:ascii="Arial" w:hAnsi="Arial" w:cs="Arial"/>
          <w:sz w:val="20"/>
        </w:rPr>
        <w:t>K prijavnemu obrazcu / vlogi je potrebno priložiti:</w:t>
      </w:r>
    </w:p>
    <w:p w:rsidR="00D47E07" w:rsidRPr="002A3484" w:rsidRDefault="00D47E07" w:rsidP="00D47E07">
      <w:pPr>
        <w:rPr>
          <w:rFonts w:ascii="Arial" w:hAnsi="Arial" w:cs="Arial"/>
          <w:sz w:val="20"/>
        </w:rPr>
      </w:pPr>
    </w:p>
    <w:p w:rsidR="00D47E07" w:rsidRPr="002A3484" w:rsidRDefault="00D47E07" w:rsidP="00D12567">
      <w:pPr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2A3484">
        <w:rPr>
          <w:rFonts w:ascii="Arial" w:hAnsi="Arial" w:cs="Arial"/>
          <w:sz w:val="20"/>
        </w:rPr>
        <w:t xml:space="preserve">vse </w:t>
      </w:r>
      <w:r w:rsidRPr="002A3484">
        <w:rPr>
          <w:rFonts w:ascii="Arial" w:hAnsi="Arial" w:cs="Arial"/>
          <w:b/>
          <w:sz w:val="20"/>
        </w:rPr>
        <w:t>zahtevane IZJAVE vlagatelja</w:t>
      </w:r>
      <w:r w:rsidRPr="002A3484">
        <w:rPr>
          <w:rFonts w:ascii="Arial" w:hAnsi="Arial" w:cs="Arial"/>
          <w:sz w:val="20"/>
        </w:rPr>
        <w:t xml:space="preserve"> (izpolnjen in podpisan obrazec)</w:t>
      </w:r>
      <w:r>
        <w:rPr>
          <w:rFonts w:ascii="Arial" w:hAnsi="Arial" w:cs="Arial"/>
          <w:sz w:val="20"/>
        </w:rPr>
        <w:t>;</w:t>
      </w:r>
    </w:p>
    <w:p w:rsidR="00D47E07" w:rsidRPr="002A3484" w:rsidRDefault="00D47E07" w:rsidP="00D47E07">
      <w:pPr>
        <w:rPr>
          <w:rFonts w:ascii="Arial" w:hAnsi="Arial" w:cs="Arial"/>
          <w:sz w:val="20"/>
        </w:rPr>
      </w:pPr>
      <w:r w:rsidRPr="002A3484">
        <w:rPr>
          <w:rFonts w:ascii="Arial" w:hAnsi="Arial" w:cs="Arial"/>
          <w:sz w:val="20"/>
        </w:rPr>
        <w:t xml:space="preserve"> </w:t>
      </w:r>
    </w:p>
    <w:p w:rsidR="00D47E07" w:rsidRPr="002A3484" w:rsidRDefault="00D47E07" w:rsidP="00D12567">
      <w:pPr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2A3484">
        <w:rPr>
          <w:rFonts w:ascii="Arial" w:hAnsi="Arial" w:cs="Arial"/>
          <w:b/>
          <w:sz w:val="20"/>
        </w:rPr>
        <w:t xml:space="preserve">sklenjeno veljavno zavarovalno polico, </w:t>
      </w:r>
      <w:r w:rsidRPr="002A3484">
        <w:rPr>
          <w:rFonts w:ascii="Arial" w:hAnsi="Arial" w:cs="Arial"/>
          <w:sz w:val="20"/>
        </w:rPr>
        <w:t>z obračunano višino nacionalnega sofinanciranja</w:t>
      </w:r>
      <w:r>
        <w:rPr>
          <w:rFonts w:ascii="Arial" w:hAnsi="Arial" w:cs="Arial"/>
          <w:sz w:val="20"/>
        </w:rPr>
        <w:t>;</w:t>
      </w:r>
    </w:p>
    <w:p w:rsidR="00D47E07" w:rsidRPr="002A3484" w:rsidRDefault="00D47E07" w:rsidP="00D12567">
      <w:pPr>
        <w:numPr>
          <w:ilvl w:val="0"/>
          <w:numId w:val="8"/>
        </w:numPr>
        <w:spacing w:before="240"/>
        <w:jc w:val="both"/>
        <w:rPr>
          <w:rFonts w:ascii="Arial" w:hAnsi="Arial" w:cs="Arial"/>
          <w:sz w:val="20"/>
        </w:rPr>
      </w:pPr>
      <w:r w:rsidRPr="002A3484">
        <w:rPr>
          <w:rFonts w:ascii="Arial" w:hAnsi="Arial" w:cs="Arial"/>
          <w:b/>
          <w:sz w:val="20"/>
        </w:rPr>
        <w:t>zbirno vlogo za neposredna plačila Agencije RS za kmetijske trge in razvoj podeželja</w:t>
      </w:r>
      <w:r w:rsidRPr="002A3484">
        <w:rPr>
          <w:rFonts w:ascii="Arial" w:hAnsi="Arial" w:cs="Arial"/>
          <w:sz w:val="20"/>
        </w:rPr>
        <w:t xml:space="preserve"> v tekočem oziroma preteklem letu, če rok za oddajo zbirne vloge v tekočem letu še ni potekel</w:t>
      </w:r>
      <w:r>
        <w:rPr>
          <w:rFonts w:ascii="Arial" w:hAnsi="Arial" w:cs="Arial"/>
          <w:sz w:val="20"/>
        </w:rPr>
        <w:t>.</w:t>
      </w:r>
    </w:p>
    <w:p w:rsidR="00D47E07" w:rsidRPr="002A3484" w:rsidRDefault="00D47E07" w:rsidP="00D47E07">
      <w:pPr>
        <w:rPr>
          <w:rFonts w:ascii="Arial" w:hAnsi="Arial" w:cs="Arial"/>
          <w:sz w:val="20"/>
          <w:szCs w:val="22"/>
        </w:rPr>
      </w:pPr>
    </w:p>
    <w:p w:rsidR="00D47E07" w:rsidRPr="0077198C" w:rsidRDefault="00D47E07" w:rsidP="00D47E07">
      <w:pPr>
        <w:rPr>
          <w:rFonts w:ascii="Arial" w:hAnsi="Arial" w:cs="Arial"/>
          <w:sz w:val="22"/>
          <w:szCs w:val="22"/>
        </w:rPr>
      </w:pPr>
    </w:p>
    <w:p w:rsidR="00D47E07" w:rsidRPr="0077198C" w:rsidRDefault="00D47E07" w:rsidP="00D47E07">
      <w:pPr>
        <w:rPr>
          <w:rFonts w:ascii="Arial" w:hAnsi="Arial" w:cs="Arial"/>
          <w:sz w:val="22"/>
          <w:szCs w:val="22"/>
        </w:rPr>
      </w:pPr>
    </w:p>
    <w:p w:rsidR="00D47E07" w:rsidRPr="0077198C" w:rsidRDefault="00D47E07" w:rsidP="00D47E07">
      <w:pPr>
        <w:rPr>
          <w:rFonts w:ascii="Arial" w:hAnsi="Arial" w:cs="Arial"/>
          <w:sz w:val="22"/>
          <w:szCs w:val="22"/>
        </w:rPr>
      </w:pPr>
      <w:r w:rsidRPr="0077198C">
        <w:rPr>
          <w:rFonts w:ascii="Arial" w:hAnsi="Arial" w:cs="Arial"/>
          <w:sz w:val="22"/>
          <w:szCs w:val="22"/>
        </w:rPr>
        <w:br w:type="page"/>
      </w:r>
    </w:p>
    <w:p w:rsidR="00D47E07" w:rsidRDefault="00D47E07" w:rsidP="00D47E07">
      <w:pPr>
        <w:pStyle w:val="Glava"/>
        <w:jc w:val="right"/>
        <w:rPr>
          <w:rFonts w:ascii="Arial" w:hAnsi="Arial" w:cs="Arial"/>
          <w:b/>
        </w:rPr>
      </w:pPr>
      <w:r w:rsidRPr="0077198C">
        <w:rPr>
          <w:rFonts w:ascii="Arial" w:hAnsi="Arial" w:cs="Arial"/>
          <w:b/>
        </w:rPr>
        <w:lastRenderedPageBreak/>
        <w:t>Priloga 1</w:t>
      </w:r>
    </w:p>
    <w:p w:rsidR="00D47E07" w:rsidRDefault="00D47E07" w:rsidP="00D47E07">
      <w:pPr>
        <w:pStyle w:val="Glava"/>
        <w:jc w:val="right"/>
        <w:rPr>
          <w:rFonts w:ascii="Arial" w:hAnsi="Arial" w:cs="Arial"/>
          <w:b/>
        </w:rPr>
      </w:pPr>
    </w:p>
    <w:p w:rsidR="00D47E07" w:rsidRPr="0077198C" w:rsidRDefault="00D47E07" w:rsidP="00D47E07">
      <w:pPr>
        <w:pStyle w:val="Glava"/>
        <w:jc w:val="right"/>
        <w:rPr>
          <w:rFonts w:ascii="Arial" w:hAnsi="Arial" w:cs="Arial"/>
          <w:b/>
        </w:rPr>
      </w:pPr>
    </w:p>
    <w:p w:rsidR="00D47E07" w:rsidRPr="009670CF" w:rsidRDefault="00D47E07" w:rsidP="00D47E07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ind w:left="142"/>
        <w:jc w:val="center"/>
        <w:rPr>
          <w:rFonts w:ascii="Arial" w:hAnsi="Arial" w:cs="Arial"/>
          <w:b/>
        </w:rPr>
      </w:pPr>
      <w:r w:rsidRPr="009670CF">
        <w:rPr>
          <w:rFonts w:ascii="Arial" w:hAnsi="Arial" w:cs="Arial"/>
          <w:b/>
        </w:rPr>
        <w:t>ZAHTEVEK ZA IZPLAČILO SREDSTEV</w:t>
      </w:r>
    </w:p>
    <w:p w:rsidR="00D47E07" w:rsidRPr="0077198C" w:rsidRDefault="00D47E07" w:rsidP="00D47E07">
      <w:pPr>
        <w:rPr>
          <w:rFonts w:ascii="Arial" w:hAnsi="Arial" w:cs="Arial"/>
          <w:sz w:val="22"/>
          <w:szCs w:val="22"/>
        </w:rPr>
      </w:pPr>
    </w:p>
    <w:p w:rsidR="00D47E07" w:rsidRDefault="00D47E07" w:rsidP="00D47E07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3"/>
        <w:gridCol w:w="3405"/>
        <w:gridCol w:w="2682"/>
      </w:tblGrid>
      <w:tr w:rsidR="003514FC" w:rsidRPr="00B336A0" w:rsidTr="00D30FF2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Ime in priimek/naziv nosilca</w:t>
            </w:r>
          </w:p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kmetijskega gospodarstva</w:t>
            </w:r>
            <w:r>
              <w:rPr>
                <w:rFonts w:ascii="Arial" w:hAnsi="Arial" w:cs="Arial"/>
                <w:sz w:val="20"/>
                <w:szCs w:val="22"/>
              </w:rPr>
              <w:t xml:space="preserve"> (KMG)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79" w:type="pct"/>
            <w:vAlign w:val="center"/>
          </w:tcPr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3514FC" w:rsidRPr="005F3FB8" w:rsidRDefault="003514FC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Identifikacijska številka</w:t>
            </w:r>
          </w:p>
          <w:p w:rsidR="003514FC" w:rsidRPr="005F3FB8" w:rsidRDefault="003514FC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kmetijskega gospodarstva 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– 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         KMG – MID</w:t>
            </w:r>
            <w:r>
              <w:rPr>
                <w:rFonts w:ascii="Arial" w:hAnsi="Arial" w:cs="Arial"/>
                <w:bCs/>
                <w:sz w:val="20"/>
                <w:szCs w:val="22"/>
              </w:rPr>
              <w:t>, št.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:</w:t>
            </w:r>
          </w:p>
          <w:p w:rsidR="003514FC" w:rsidRPr="005F3FB8" w:rsidRDefault="003514FC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3514FC" w:rsidRPr="005F3FB8" w:rsidRDefault="003514FC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tr w:rsidR="003514FC" w:rsidRPr="00B336A0" w:rsidTr="00D30FF2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Naslov/sedež</w:t>
            </w:r>
            <w:r>
              <w:rPr>
                <w:rFonts w:ascii="Arial" w:hAnsi="Arial" w:cs="Arial"/>
                <w:sz w:val="20"/>
                <w:szCs w:val="22"/>
              </w:rPr>
              <w:t xml:space="preserve"> (pravna oseba)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</w:tc>
        <w:tc>
          <w:tcPr>
            <w:tcW w:w="1879" w:type="pct"/>
            <w:vAlign w:val="center"/>
          </w:tcPr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3514FC" w:rsidRPr="005F3FB8" w:rsidRDefault="003514FC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Davčna številka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 – DŠ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:</w:t>
            </w:r>
          </w:p>
          <w:p w:rsidR="003514FC" w:rsidRPr="005F3FB8" w:rsidRDefault="003514FC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3514FC" w:rsidRPr="005F3FB8" w:rsidRDefault="003514FC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tr w:rsidR="003514FC" w:rsidRPr="00B336A0" w:rsidTr="00D30FF2">
        <w:trPr>
          <w:trHeight w:val="873"/>
        </w:trPr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Ulica/hišna št.:</w:t>
            </w:r>
          </w:p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Poštna št./kraj:</w:t>
            </w:r>
          </w:p>
        </w:tc>
        <w:tc>
          <w:tcPr>
            <w:tcW w:w="1879" w:type="pct"/>
            <w:vAlign w:val="center"/>
          </w:tcPr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80" w:type="pct"/>
            <w:vAlign w:val="center"/>
          </w:tcPr>
          <w:p w:rsidR="003514FC" w:rsidRPr="005F3FB8" w:rsidRDefault="003514FC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 xml:space="preserve">Matična številka </w:t>
            </w:r>
            <w:r>
              <w:rPr>
                <w:rFonts w:ascii="Arial" w:hAnsi="Arial" w:cs="Arial"/>
                <w:bCs/>
                <w:sz w:val="20"/>
                <w:szCs w:val="22"/>
              </w:rPr>
              <w:t xml:space="preserve">– MŠ </w:t>
            </w:r>
            <w:r w:rsidRPr="005F3FB8">
              <w:rPr>
                <w:rFonts w:ascii="Arial" w:hAnsi="Arial" w:cs="Arial"/>
                <w:bCs/>
                <w:sz w:val="20"/>
                <w:szCs w:val="22"/>
              </w:rPr>
              <w:t>(pravna oseba):</w:t>
            </w:r>
          </w:p>
          <w:p w:rsidR="003514FC" w:rsidRPr="005F3FB8" w:rsidRDefault="003514FC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</w:p>
          <w:p w:rsidR="003514FC" w:rsidRPr="005F3FB8" w:rsidRDefault="003514FC" w:rsidP="00D30FF2">
            <w:pPr>
              <w:spacing w:line="120" w:lineRule="atLeast"/>
              <w:rPr>
                <w:rFonts w:ascii="Arial" w:hAnsi="Arial" w:cs="Arial"/>
                <w:bCs/>
                <w:sz w:val="20"/>
                <w:szCs w:val="22"/>
              </w:rPr>
            </w:pPr>
            <w:r w:rsidRPr="005F3FB8">
              <w:rPr>
                <w:rFonts w:ascii="Arial" w:hAnsi="Arial" w:cs="Arial"/>
                <w:bCs/>
                <w:sz w:val="20"/>
                <w:szCs w:val="22"/>
              </w:rPr>
              <w:t>______________________</w:t>
            </w:r>
          </w:p>
        </w:tc>
      </w:tr>
      <w:tr w:rsidR="003514FC" w:rsidRPr="00B336A0" w:rsidTr="00D30FF2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3514FC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 xml:space="preserve">Davčni zavezanec </w:t>
            </w:r>
            <w:r w:rsidRPr="00B336A0">
              <w:rPr>
                <w:rFonts w:ascii="Arial" w:hAnsi="Arial" w:cs="Arial"/>
                <w:i/>
                <w:sz w:val="20"/>
                <w:szCs w:val="22"/>
              </w:rPr>
              <w:t>(obkroži)</w:t>
            </w:r>
            <w:r w:rsidRPr="00B336A0">
              <w:rPr>
                <w:rFonts w:ascii="Arial" w:hAnsi="Arial" w:cs="Arial"/>
                <w:sz w:val="20"/>
                <w:szCs w:val="22"/>
              </w:rPr>
              <w:t>:</w:t>
            </w:r>
          </w:p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359" w:type="pct"/>
            <w:gridSpan w:val="2"/>
            <w:vAlign w:val="center"/>
          </w:tcPr>
          <w:p w:rsidR="003514FC" w:rsidRPr="00B336A0" w:rsidRDefault="003514FC" w:rsidP="00D30FF2">
            <w:pPr>
              <w:pStyle w:val="Naslov5"/>
              <w:jc w:val="center"/>
              <w:rPr>
                <w:rFonts w:ascii="Arial" w:hAnsi="Arial" w:cs="Arial"/>
                <w:b/>
                <w:bCs/>
                <w:sz w:val="20"/>
                <w:szCs w:val="22"/>
                <w:lang w:val="de-DE"/>
              </w:rPr>
            </w:pPr>
            <w:r w:rsidRPr="007B7BD3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t>DA                                NE</w:t>
            </w:r>
          </w:p>
        </w:tc>
      </w:tr>
      <w:tr w:rsidR="003514FC" w:rsidRPr="00B336A0" w:rsidTr="00D30FF2">
        <w:tc>
          <w:tcPr>
            <w:tcW w:w="1641" w:type="pct"/>
            <w:shd w:val="clear" w:color="auto" w:fill="D9D9D9" w:themeFill="background1" w:themeFillShade="D9"/>
            <w:vAlign w:val="center"/>
          </w:tcPr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Ime in priimek odgovorne</w:t>
            </w:r>
          </w:p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osebe (pravna oseba):</w:t>
            </w:r>
          </w:p>
        </w:tc>
        <w:tc>
          <w:tcPr>
            <w:tcW w:w="3359" w:type="pct"/>
            <w:gridSpan w:val="2"/>
            <w:vAlign w:val="center"/>
          </w:tcPr>
          <w:p w:rsidR="003514FC" w:rsidRPr="00B336A0" w:rsidRDefault="003514FC" w:rsidP="00D30FF2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</w:tr>
      <w:tr w:rsidR="003514FC" w:rsidRPr="00B336A0" w:rsidTr="00D30FF2">
        <w:tc>
          <w:tcPr>
            <w:tcW w:w="164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14FC" w:rsidRDefault="003514FC" w:rsidP="00D30FF2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</w:p>
          <w:p w:rsidR="003514FC" w:rsidRDefault="003514FC" w:rsidP="00D30FF2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Številka bančnega računa:</w:t>
            </w:r>
          </w:p>
          <w:p w:rsidR="003514FC" w:rsidRPr="00B336A0" w:rsidRDefault="003514FC" w:rsidP="00D30FF2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359" w:type="pct"/>
            <w:gridSpan w:val="2"/>
            <w:tcBorders>
              <w:bottom w:val="single" w:sz="4" w:space="0" w:color="auto"/>
            </w:tcBorders>
            <w:vAlign w:val="center"/>
          </w:tcPr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3514FC" w:rsidRPr="00B336A0" w:rsidTr="00D30FF2">
        <w:tc>
          <w:tcPr>
            <w:tcW w:w="164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Banka, pri kateri je odprt</w:t>
            </w:r>
          </w:p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  <w:r w:rsidRPr="00B336A0">
              <w:rPr>
                <w:rFonts w:ascii="Arial" w:hAnsi="Arial" w:cs="Arial"/>
                <w:sz w:val="20"/>
                <w:szCs w:val="22"/>
              </w:rPr>
              <w:t>račun:</w:t>
            </w:r>
          </w:p>
        </w:tc>
        <w:tc>
          <w:tcPr>
            <w:tcW w:w="3359" w:type="pct"/>
            <w:gridSpan w:val="2"/>
            <w:tcBorders>
              <w:bottom w:val="single" w:sz="4" w:space="0" w:color="auto"/>
            </w:tcBorders>
            <w:vAlign w:val="center"/>
          </w:tcPr>
          <w:p w:rsidR="003514FC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3514FC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3514FC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</w:p>
          <w:p w:rsidR="003514FC" w:rsidRPr="00B336A0" w:rsidRDefault="003514FC" w:rsidP="00D30FF2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D47E07" w:rsidRPr="00824C07" w:rsidRDefault="00D47E07" w:rsidP="00D47E07">
      <w:pPr>
        <w:rPr>
          <w:rFonts w:ascii="Arial" w:hAnsi="Arial" w:cs="Arial"/>
          <w:sz w:val="20"/>
        </w:rPr>
      </w:pPr>
    </w:p>
    <w:p w:rsidR="00D47E07" w:rsidRDefault="00D47E07" w:rsidP="00D47E07">
      <w:pPr>
        <w:rPr>
          <w:rFonts w:ascii="Arial" w:hAnsi="Arial" w:cs="Arial"/>
          <w:sz w:val="20"/>
        </w:rPr>
      </w:pPr>
    </w:p>
    <w:p w:rsidR="00D47E07" w:rsidRPr="00824C07" w:rsidRDefault="00D47E07" w:rsidP="00D47E07">
      <w:pPr>
        <w:rPr>
          <w:rFonts w:ascii="Arial" w:hAnsi="Arial" w:cs="Arial"/>
          <w:sz w:val="20"/>
        </w:rPr>
      </w:pPr>
    </w:p>
    <w:p w:rsidR="00D47E07" w:rsidRPr="00824C07" w:rsidRDefault="00D47E07" w:rsidP="00D47E07">
      <w:pPr>
        <w:rPr>
          <w:rFonts w:ascii="Arial" w:hAnsi="Arial" w:cs="Arial"/>
          <w:sz w:val="20"/>
        </w:rPr>
      </w:pPr>
      <w:r w:rsidRPr="00824C07">
        <w:rPr>
          <w:rFonts w:ascii="Arial" w:hAnsi="Arial" w:cs="Arial"/>
          <w:sz w:val="20"/>
        </w:rPr>
        <w:t>Datum: ____________</w:t>
      </w:r>
    </w:p>
    <w:p w:rsidR="00D47E07" w:rsidRPr="00824C07" w:rsidRDefault="00D47E07" w:rsidP="00D47E07">
      <w:pPr>
        <w:rPr>
          <w:rFonts w:ascii="Arial" w:hAnsi="Arial" w:cs="Arial"/>
          <w:sz w:val="20"/>
        </w:rPr>
      </w:pPr>
    </w:p>
    <w:p w:rsidR="00D47E07" w:rsidRPr="00824C07" w:rsidRDefault="00D47E07" w:rsidP="00D47E07">
      <w:pPr>
        <w:rPr>
          <w:rFonts w:ascii="Arial" w:hAnsi="Arial" w:cs="Arial"/>
          <w:sz w:val="20"/>
        </w:rPr>
      </w:pPr>
    </w:p>
    <w:p w:rsidR="00D47E07" w:rsidRDefault="00D47E07" w:rsidP="00D47E07">
      <w:pPr>
        <w:rPr>
          <w:rFonts w:ascii="Arial" w:hAnsi="Arial" w:cs="Arial"/>
          <w:b/>
          <w:sz w:val="20"/>
        </w:rPr>
      </w:pPr>
    </w:p>
    <w:p w:rsidR="00D47E07" w:rsidRPr="00824C07" w:rsidRDefault="00D47E07" w:rsidP="00D47E07">
      <w:pPr>
        <w:rPr>
          <w:rFonts w:ascii="Arial" w:hAnsi="Arial" w:cs="Arial"/>
          <w:b/>
          <w:sz w:val="20"/>
        </w:rPr>
      </w:pPr>
    </w:p>
    <w:p w:rsidR="00D47E07" w:rsidRPr="00824C07" w:rsidRDefault="00D47E07" w:rsidP="00D47E07">
      <w:pPr>
        <w:rPr>
          <w:rFonts w:ascii="Arial" w:hAnsi="Arial" w:cs="Arial"/>
          <w:b/>
          <w:sz w:val="22"/>
        </w:rPr>
      </w:pPr>
      <w:r w:rsidRPr="00824C07">
        <w:rPr>
          <w:rFonts w:ascii="Arial" w:hAnsi="Arial" w:cs="Arial"/>
          <w:b/>
          <w:sz w:val="22"/>
        </w:rPr>
        <w:t>OBČINA GRAD</w:t>
      </w:r>
    </w:p>
    <w:p w:rsidR="00D47E07" w:rsidRPr="00824C07" w:rsidRDefault="00D47E07" w:rsidP="00D47E07">
      <w:pPr>
        <w:rPr>
          <w:rFonts w:ascii="Arial" w:hAnsi="Arial" w:cs="Arial"/>
          <w:b/>
          <w:sz w:val="22"/>
        </w:rPr>
      </w:pPr>
      <w:r w:rsidRPr="00824C07">
        <w:rPr>
          <w:rFonts w:ascii="Arial" w:hAnsi="Arial" w:cs="Arial"/>
          <w:b/>
          <w:sz w:val="22"/>
        </w:rPr>
        <w:t>Grad 172</w:t>
      </w:r>
    </w:p>
    <w:p w:rsidR="00D47E07" w:rsidRPr="00824C07" w:rsidRDefault="00D47E07" w:rsidP="00D47E07">
      <w:pPr>
        <w:rPr>
          <w:rFonts w:ascii="Arial" w:hAnsi="Arial" w:cs="Arial"/>
          <w:b/>
          <w:sz w:val="22"/>
        </w:rPr>
      </w:pPr>
    </w:p>
    <w:p w:rsidR="00D47E07" w:rsidRPr="00824C07" w:rsidRDefault="00D47E07" w:rsidP="00D47E07">
      <w:pPr>
        <w:rPr>
          <w:rFonts w:ascii="Arial" w:hAnsi="Arial" w:cs="Arial"/>
          <w:b/>
          <w:sz w:val="22"/>
        </w:rPr>
      </w:pPr>
      <w:r w:rsidRPr="00824C07">
        <w:rPr>
          <w:rFonts w:ascii="Arial" w:hAnsi="Arial" w:cs="Arial"/>
          <w:b/>
          <w:sz w:val="22"/>
        </w:rPr>
        <w:t>9264 GRAD</w:t>
      </w:r>
    </w:p>
    <w:p w:rsidR="00D47E07" w:rsidRPr="00824C07" w:rsidRDefault="00D47E07" w:rsidP="00D47E07">
      <w:pPr>
        <w:rPr>
          <w:rFonts w:ascii="Arial" w:hAnsi="Arial" w:cs="Arial"/>
          <w:sz w:val="20"/>
        </w:rPr>
      </w:pPr>
    </w:p>
    <w:p w:rsidR="00D47E07" w:rsidRPr="00824C07" w:rsidRDefault="00D47E07" w:rsidP="00D47E07">
      <w:pPr>
        <w:rPr>
          <w:rFonts w:ascii="Arial" w:hAnsi="Arial" w:cs="Arial"/>
          <w:sz w:val="20"/>
        </w:rPr>
      </w:pPr>
    </w:p>
    <w:p w:rsidR="00D47E07" w:rsidRPr="00824C07" w:rsidRDefault="00D47E07" w:rsidP="00D47E07">
      <w:pPr>
        <w:spacing w:line="480" w:lineRule="auto"/>
        <w:rPr>
          <w:rFonts w:ascii="Arial" w:hAnsi="Arial" w:cs="Arial"/>
          <w:sz w:val="20"/>
        </w:rPr>
      </w:pPr>
    </w:p>
    <w:p w:rsidR="00D47E07" w:rsidRPr="00824C07" w:rsidRDefault="00D47E07" w:rsidP="00D47E07">
      <w:pPr>
        <w:spacing w:line="480" w:lineRule="auto"/>
        <w:jc w:val="both"/>
        <w:rPr>
          <w:rFonts w:ascii="Arial" w:hAnsi="Arial" w:cs="Arial"/>
          <w:sz w:val="20"/>
        </w:rPr>
      </w:pPr>
      <w:r w:rsidRPr="00824C07">
        <w:rPr>
          <w:rFonts w:ascii="Arial" w:hAnsi="Arial" w:cs="Arial"/>
          <w:sz w:val="20"/>
        </w:rPr>
        <w:t>Na podlagi sklepa št. ___________</w:t>
      </w:r>
      <w:r>
        <w:rPr>
          <w:rFonts w:ascii="Arial" w:hAnsi="Arial" w:cs="Arial"/>
          <w:sz w:val="20"/>
        </w:rPr>
        <w:t xml:space="preserve">________ z dne ____________ </w:t>
      </w:r>
      <w:r w:rsidRPr="00824C07">
        <w:rPr>
          <w:rFonts w:ascii="Arial" w:hAnsi="Arial" w:cs="Arial"/>
          <w:b/>
          <w:sz w:val="20"/>
        </w:rPr>
        <w:t>vlagam zahtevek za nakazilo odobrenih sredstev</w:t>
      </w:r>
      <w:r w:rsidRPr="00824C07">
        <w:rPr>
          <w:rFonts w:ascii="Arial" w:hAnsi="Arial" w:cs="Arial"/>
          <w:sz w:val="20"/>
        </w:rPr>
        <w:t xml:space="preserve"> </w:t>
      </w:r>
      <w:r w:rsidRPr="00824C07">
        <w:rPr>
          <w:rFonts w:ascii="Arial" w:hAnsi="Arial" w:cs="Arial"/>
          <w:b/>
          <w:bCs/>
          <w:sz w:val="20"/>
        </w:rPr>
        <w:t>v višini</w:t>
      </w:r>
      <w:r w:rsidRPr="00824C07">
        <w:rPr>
          <w:rFonts w:ascii="Arial" w:hAnsi="Arial" w:cs="Arial"/>
          <w:sz w:val="20"/>
        </w:rPr>
        <w:t xml:space="preserve">: __________________ </w:t>
      </w:r>
      <w:r w:rsidRPr="00824C07">
        <w:rPr>
          <w:rFonts w:ascii="Arial" w:hAnsi="Arial" w:cs="Arial"/>
          <w:b/>
          <w:sz w:val="20"/>
        </w:rPr>
        <w:t>EUR</w:t>
      </w:r>
      <w:r w:rsidRPr="00824C07">
        <w:rPr>
          <w:rFonts w:ascii="Arial" w:hAnsi="Arial" w:cs="Arial"/>
          <w:sz w:val="20"/>
        </w:rPr>
        <w:t>.</w:t>
      </w:r>
    </w:p>
    <w:p w:rsidR="00D47E07" w:rsidRDefault="00D47E07" w:rsidP="00D47E0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D47E07" w:rsidRPr="0077198C" w:rsidRDefault="00D47E07" w:rsidP="00D47E0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D47E07" w:rsidRPr="0077198C" w:rsidRDefault="00D47E07" w:rsidP="00D47E07">
      <w:pPr>
        <w:spacing w:after="120"/>
        <w:rPr>
          <w:rFonts w:ascii="Arial" w:hAnsi="Arial" w:cs="Arial"/>
          <w:b/>
          <w:sz w:val="22"/>
          <w:szCs w:val="22"/>
        </w:rPr>
      </w:pPr>
      <w:r w:rsidRPr="0077198C">
        <w:rPr>
          <w:rFonts w:ascii="Arial" w:hAnsi="Arial" w:cs="Arial"/>
          <w:b/>
          <w:sz w:val="22"/>
          <w:szCs w:val="22"/>
        </w:rPr>
        <w:t xml:space="preserve">Izjavljam, </w:t>
      </w:r>
    </w:p>
    <w:tbl>
      <w:tblPr>
        <w:tblW w:w="9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716"/>
      </w:tblGrid>
      <w:tr w:rsidR="00D47E07" w:rsidRPr="00C46CB2" w:rsidTr="00384DBE">
        <w:tc>
          <w:tcPr>
            <w:tcW w:w="496" w:type="dxa"/>
            <w:tcBorders>
              <w:right w:val="single" w:sz="4" w:space="0" w:color="auto"/>
            </w:tcBorders>
            <w:vAlign w:val="center"/>
          </w:tcPr>
          <w:p w:rsidR="00D47E07" w:rsidRPr="00C46CB2" w:rsidRDefault="00D47E07" w:rsidP="00D12567">
            <w:pPr>
              <w:numPr>
                <w:ilvl w:val="0"/>
                <w:numId w:val="5"/>
              </w:num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07" w:rsidRPr="00C46CB2" w:rsidRDefault="00D47E07" w:rsidP="00384DBE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C46CB2">
              <w:rPr>
                <w:rFonts w:ascii="Arial" w:hAnsi="Arial" w:cs="Arial"/>
                <w:bCs/>
                <w:sz w:val="20"/>
              </w:rPr>
              <w:t>da so navedeni podatki resnični in smo jih, če bo občina to zahtevala, pripravljeni dokazati s predložitvijo ustreznih dokazil,</w:t>
            </w:r>
          </w:p>
        </w:tc>
      </w:tr>
      <w:tr w:rsidR="00D47E07" w:rsidRPr="00C46CB2" w:rsidTr="00384DBE">
        <w:tc>
          <w:tcPr>
            <w:tcW w:w="496" w:type="dxa"/>
            <w:tcBorders>
              <w:right w:val="single" w:sz="4" w:space="0" w:color="auto"/>
            </w:tcBorders>
            <w:vAlign w:val="center"/>
          </w:tcPr>
          <w:p w:rsidR="00D47E07" w:rsidRPr="00C46CB2" w:rsidRDefault="00D47E07" w:rsidP="00D12567">
            <w:pPr>
              <w:numPr>
                <w:ilvl w:val="0"/>
                <w:numId w:val="5"/>
              </w:num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07" w:rsidRPr="00C46CB2" w:rsidRDefault="00D47E07" w:rsidP="00384DBE">
            <w:pPr>
              <w:jc w:val="both"/>
              <w:rPr>
                <w:rFonts w:ascii="Arial" w:hAnsi="Arial" w:cs="Arial"/>
                <w:sz w:val="20"/>
              </w:rPr>
            </w:pPr>
            <w:r w:rsidRPr="00C46CB2">
              <w:rPr>
                <w:rFonts w:ascii="Arial" w:hAnsi="Arial" w:cs="Arial"/>
                <w:sz w:val="20"/>
              </w:rPr>
              <w:t>da vse kopije dokazil ustrezajo originalom,</w:t>
            </w:r>
          </w:p>
        </w:tc>
      </w:tr>
      <w:tr w:rsidR="00D47E07" w:rsidRPr="00C46CB2" w:rsidTr="00384DBE">
        <w:tc>
          <w:tcPr>
            <w:tcW w:w="496" w:type="dxa"/>
            <w:tcBorders>
              <w:right w:val="single" w:sz="4" w:space="0" w:color="auto"/>
            </w:tcBorders>
            <w:vAlign w:val="center"/>
          </w:tcPr>
          <w:p w:rsidR="00D47E07" w:rsidRPr="00C46CB2" w:rsidRDefault="00D47E07" w:rsidP="00D12567">
            <w:pPr>
              <w:numPr>
                <w:ilvl w:val="0"/>
                <w:numId w:val="5"/>
              </w:num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87" w:rsidRDefault="00D47E07" w:rsidP="00384DBE">
            <w:pPr>
              <w:pStyle w:val="Nog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</w:rPr>
            </w:pPr>
            <w:r w:rsidRPr="00C46CB2">
              <w:rPr>
                <w:rFonts w:ascii="Arial" w:hAnsi="Arial" w:cs="Arial"/>
                <w:sz w:val="20"/>
              </w:rPr>
              <w:t>da za t</w:t>
            </w:r>
            <w:r w:rsidR="00046662">
              <w:rPr>
                <w:rFonts w:ascii="Arial" w:hAnsi="Arial" w:cs="Arial"/>
                <w:sz w:val="20"/>
              </w:rPr>
              <w:t>e</w:t>
            </w:r>
            <w:r w:rsidRPr="00C46CB2">
              <w:rPr>
                <w:rFonts w:ascii="Arial" w:hAnsi="Arial" w:cs="Arial"/>
                <w:sz w:val="20"/>
              </w:rPr>
              <w:t xml:space="preserve"> iste upravičene stroške in za isti namen, kot jih prilagam zahtevku</w:t>
            </w:r>
            <w:r w:rsidR="00B86487">
              <w:rPr>
                <w:rFonts w:ascii="Arial" w:hAnsi="Arial" w:cs="Arial"/>
                <w:sz w:val="20"/>
              </w:rPr>
              <w:t xml:space="preserve">: </w:t>
            </w:r>
          </w:p>
          <w:p w:rsidR="00B86487" w:rsidRPr="00B86487" w:rsidRDefault="00B86487" w:rsidP="00384DBE">
            <w:pPr>
              <w:pStyle w:val="Noga"/>
              <w:numPr>
                <w:ilvl w:val="0"/>
                <w:numId w:val="15"/>
              </w:numPr>
              <w:tabs>
                <w:tab w:val="left" w:pos="139"/>
              </w:tabs>
              <w:ind w:left="139" w:hanging="142"/>
              <w:jc w:val="both"/>
            </w:pPr>
            <w:r w:rsidRPr="00B86487">
              <w:rPr>
                <w:rFonts w:ascii="Arial" w:hAnsi="Arial" w:cs="Arial"/>
                <w:sz w:val="20"/>
              </w:rPr>
              <w:t>v preteklih treh letih nismo pridobili sredstev oz. nismo v postopku pridobivanja sredstev iz občinskih, državnih, mednarodnih ali drugih javnih virov;</w:t>
            </w:r>
          </w:p>
          <w:p w:rsidR="00D47E07" w:rsidRPr="00384DBE" w:rsidRDefault="00B86487" w:rsidP="00384DBE">
            <w:pPr>
              <w:pStyle w:val="Noga"/>
              <w:numPr>
                <w:ilvl w:val="0"/>
                <w:numId w:val="15"/>
              </w:numPr>
              <w:tabs>
                <w:tab w:val="left" w:pos="139"/>
              </w:tabs>
              <w:spacing w:line="360" w:lineRule="auto"/>
              <w:ind w:left="139" w:hanging="142"/>
              <w:jc w:val="both"/>
            </w:pPr>
            <w:r w:rsidRPr="00B86487">
              <w:rPr>
                <w:rFonts w:ascii="Arial" w:hAnsi="Arial" w:cs="Arial"/>
                <w:sz w:val="20"/>
              </w:rPr>
              <w:lastRenderedPageBreak/>
              <w:t>so mi bila za iste upravičene stroške že dodeljena javna sredstva v višini _____________ EUR, dajalca____________________________________________________________.</w:t>
            </w:r>
          </w:p>
          <w:p w:rsidR="00384DBE" w:rsidRPr="00B86487" w:rsidRDefault="00384DBE" w:rsidP="00384DBE">
            <w:pPr>
              <w:pStyle w:val="Noga"/>
              <w:tabs>
                <w:tab w:val="left" w:pos="139"/>
              </w:tabs>
              <w:ind w:left="139"/>
              <w:jc w:val="both"/>
            </w:pPr>
          </w:p>
        </w:tc>
      </w:tr>
    </w:tbl>
    <w:p w:rsidR="000A1CD0" w:rsidRDefault="000A1CD0" w:rsidP="00D47E07">
      <w:pPr>
        <w:ind w:right="430"/>
        <w:rPr>
          <w:rFonts w:ascii="Arial" w:hAnsi="Arial" w:cs="Arial"/>
          <w:b/>
          <w:bCs/>
          <w:sz w:val="22"/>
          <w:szCs w:val="22"/>
        </w:rPr>
      </w:pPr>
    </w:p>
    <w:p w:rsidR="00D47E07" w:rsidRPr="00C46CB2" w:rsidRDefault="00D47E07" w:rsidP="00D47E07">
      <w:pPr>
        <w:spacing w:line="360" w:lineRule="auto"/>
        <w:ind w:right="430"/>
        <w:rPr>
          <w:rFonts w:ascii="Arial" w:hAnsi="Arial" w:cs="Arial"/>
          <w:b/>
          <w:bCs/>
          <w:i/>
          <w:iCs/>
          <w:sz w:val="20"/>
        </w:rPr>
      </w:pPr>
      <w:r w:rsidRPr="00C46CB2">
        <w:rPr>
          <w:rFonts w:ascii="Arial" w:hAnsi="Arial" w:cs="Arial"/>
          <w:b/>
          <w:bCs/>
          <w:sz w:val="20"/>
        </w:rPr>
        <w:t>K zahtevku prilagam naslednje dokumente/dokazila</w:t>
      </w:r>
      <w:r w:rsidRPr="00C46CB2">
        <w:rPr>
          <w:rFonts w:ascii="Arial" w:hAnsi="Arial" w:cs="Arial"/>
          <w:sz w:val="20"/>
        </w:rPr>
        <w:t>:</w:t>
      </w:r>
    </w:p>
    <w:p w:rsidR="00D47E07" w:rsidRPr="00C46CB2" w:rsidRDefault="00D47E07" w:rsidP="00D12567">
      <w:pPr>
        <w:numPr>
          <w:ilvl w:val="0"/>
          <w:numId w:val="4"/>
        </w:numPr>
        <w:spacing w:line="360" w:lineRule="auto"/>
        <w:ind w:right="430"/>
        <w:jc w:val="both"/>
        <w:rPr>
          <w:rFonts w:ascii="Arial" w:hAnsi="Arial" w:cs="Arial"/>
          <w:i/>
          <w:iCs/>
          <w:sz w:val="20"/>
        </w:rPr>
      </w:pPr>
      <w:r w:rsidRPr="00C46CB2">
        <w:rPr>
          <w:rFonts w:ascii="Arial" w:hAnsi="Arial" w:cs="Arial"/>
          <w:bCs/>
          <w:sz w:val="20"/>
        </w:rPr>
        <w:t>dokazila o plačilu obveznosti</w:t>
      </w:r>
      <w:r w:rsidRPr="00C46CB2">
        <w:rPr>
          <w:rFonts w:ascii="Arial" w:hAnsi="Arial" w:cs="Arial"/>
          <w:sz w:val="20"/>
        </w:rPr>
        <w:t xml:space="preserve"> (potrdila o plačanih računih)</w:t>
      </w:r>
      <w:r w:rsidR="004A28F8">
        <w:rPr>
          <w:rFonts w:ascii="Arial" w:hAnsi="Arial" w:cs="Arial"/>
          <w:sz w:val="20"/>
        </w:rPr>
        <w:t>.</w:t>
      </w:r>
    </w:p>
    <w:p w:rsidR="00D47E07" w:rsidRPr="00C46CB2" w:rsidRDefault="00D47E07" w:rsidP="00D47E07">
      <w:pPr>
        <w:spacing w:before="120"/>
        <w:jc w:val="both"/>
        <w:rPr>
          <w:rFonts w:ascii="Arial" w:hAnsi="Arial" w:cs="Arial"/>
          <w:b/>
          <w:sz w:val="20"/>
        </w:rPr>
      </w:pPr>
      <w:r w:rsidRPr="00C46CB2">
        <w:rPr>
          <w:rFonts w:ascii="Arial" w:hAnsi="Arial" w:cs="Arial"/>
          <w:b/>
          <w:sz w:val="20"/>
        </w:rPr>
        <w:t>Vsi računi in ostala dokazila se morajo glasiti na ime upravičenca oz. vlagatelja. V primeru, da je upravičenec vključen v sistem DDV, mora biti davčni zavezanec.</w:t>
      </w:r>
    </w:p>
    <w:p w:rsidR="00D47E07" w:rsidRPr="00C46CB2" w:rsidRDefault="00D47E07" w:rsidP="00D47E07">
      <w:pPr>
        <w:spacing w:line="360" w:lineRule="auto"/>
        <w:rPr>
          <w:rFonts w:ascii="Arial" w:hAnsi="Arial" w:cs="Arial"/>
          <w:b/>
          <w:sz w:val="20"/>
        </w:rPr>
      </w:pPr>
    </w:p>
    <w:p w:rsidR="00D47E07" w:rsidRPr="00C46CB2" w:rsidRDefault="00D47E07" w:rsidP="00D47E07">
      <w:pPr>
        <w:spacing w:line="360" w:lineRule="auto"/>
        <w:rPr>
          <w:rFonts w:ascii="Arial" w:hAnsi="Arial" w:cs="Arial"/>
          <w:sz w:val="20"/>
        </w:rPr>
      </w:pPr>
    </w:p>
    <w:p w:rsidR="00D47E07" w:rsidRPr="00C46CB2" w:rsidRDefault="00D47E07" w:rsidP="00D47E07">
      <w:pPr>
        <w:spacing w:line="360" w:lineRule="auto"/>
        <w:rPr>
          <w:rFonts w:ascii="Arial" w:hAnsi="Arial" w:cs="Arial"/>
          <w:sz w:val="20"/>
        </w:rPr>
      </w:pPr>
    </w:p>
    <w:p w:rsidR="00D47E07" w:rsidRPr="00C46CB2" w:rsidRDefault="00D47E07" w:rsidP="00D47E07">
      <w:pPr>
        <w:rPr>
          <w:rFonts w:ascii="Arial" w:hAnsi="Arial" w:cs="Arial"/>
          <w:sz w:val="20"/>
        </w:rPr>
      </w:pPr>
      <w:r w:rsidRPr="00C46CB2">
        <w:rPr>
          <w:rFonts w:ascii="Arial" w:hAnsi="Arial" w:cs="Arial"/>
          <w:sz w:val="20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sz w:val="20"/>
        </w:rPr>
        <w:t xml:space="preserve">      </w:t>
      </w:r>
      <w:r w:rsidRPr="00C46CB2">
        <w:rPr>
          <w:rFonts w:ascii="Arial" w:hAnsi="Arial" w:cs="Arial"/>
          <w:sz w:val="20"/>
        </w:rPr>
        <w:t xml:space="preserve"> </w:t>
      </w:r>
      <w:r w:rsidR="00A841D4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>Podpis upravičenca:</w:t>
      </w:r>
    </w:p>
    <w:p w:rsidR="00D47E07" w:rsidRPr="00C46CB2" w:rsidRDefault="00D47E07" w:rsidP="00D47E07">
      <w:pPr>
        <w:rPr>
          <w:rFonts w:ascii="Arial" w:hAnsi="Arial" w:cs="Arial"/>
          <w:sz w:val="20"/>
        </w:rPr>
      </w:pPr>
    </w:p>
    <w:p w:rsidR="00D47E07" w:rsidRPr="00C46CB2" w:rsidRDefault="00D47E07" w:rsidP="00D47E07">
      <w:pPr>
        <w:rPr>
          <w:rFonts w:ascii="Arial" w:hAnsi="Arial" w:cs="Arial"/>
          <w:sz w:val="20"/>
        </w:rPr>
      </w:pP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ab/>
      </w:r>
      <w:r w:rsidR="00A841D4">
        <w:rPr>
          <w:rFonts w:ascii="Arial" w:hAnsi="Arial" w:cs="Arial"/>
          <w:sz w:val="20"/>
        </w:rPr>
        <w:tab/>
      </w:r>
      <w:r w:rsidRPr="00C46CB2">
        <w:rPr>
          <w:rFonts w:ascii="Arial" w:hAnsi="Arial" w:cs="Arial"/>
          <w:sz w:val="20"/>
        </w:rPr>
        <w:t>______________________________</w:t>
      </w:r>
    </w:p>
    <w:p w:rsidR="00D47E07" w:rsidRPr="00C46CB2" w:rsidRDefault="00D47E07" w:rsidP="00D47E07">
      <w:pPr>
        <w:rPr>
          <w:rFonts w:ascii="Arial" w:hAnsi="Arial" w:cs="Arial"/>
          <w:sz w:val="20"/>
        </w:rPr>
      </w:pPr>
    </w:p>
    <w:p w:rsidR="00D47E07" w:rsidRPr="00C46CB2" w:rsidRDefault="00D47E07" w:rsidP="00D47E07">
      <w:pPr>
        <w:rPr>
          <w:rFonts w:ascii="Arial" w:hAnsi="Arial" w:cs="Arial"/>
          <w:sz w:val="20"/>
        </w:rPr>
      </w:pPr>
    </w:p>
    <w:p w:rsidR="00D47E07" w:rsidRPr="00C46CB2" w:rsidRDefault="00D47E07" w:rsidP="00D47E07">
      <w:pPr>
        <w:rPr>
          <w:rFonts w:ascii="Arial" w:hAnsi="Arial" w:cs="Arial"/>
          <w:sz w:val="20"/>
        </w:rPr>
      </w:pPr>
    </w:p>
    <w:p w:rsidR="00D47E07" w:rsidRPr="00C46CB2" w:rsidRDefault="00D47E07" w:rsidP="00D47E07">
      <w:pPr>
        <w:rPr>
          <w:rFonts w:ascii="Arial" w:hAnsi="Arial" w:cs="Arial"/>
          <w:sz w:val="20"/>
        </w:rPr>
      </w:pPr>
    </w:p>
    <w:p w:rsidR="00D47E07" w:rsidRPr="00C46CB2" w:rsidRDefault="00D47E07" w:rsidP="00D47E07">
      <w:pPr>
        <w:rPr>
          <w:rFonts w:ascii="Arial" w:hAnsi="Arial" w:cs="Arial"/>
          <w:sz w:val="20"/>
        </w:rPr>
      </w:pPr>
    </w:p>
    <w:p w:rsidR="00D47E07" w:rsidRPr="00D504AA" w:rsidRDefault="00D47E07" w:rsidP="00D47E07">
      <w:pPr>
        <w:pStyle w:val="Glava"/>
        <w:rPr>
          <w:rFonts w:ascii="Arial" w:hAnsi="Arial" w:cs="Arial"/>
          <w:b/>
          <w:bCs/>
          <w:color w:val="FF0000"/>
          <w:sz w:val="20"/>
        </w:rPr>
      </w:pPr>
      <w:r w:rsidRPr="00C46CB2">
        <w:rPr>
          <w:rFonts w:ascii="Arial" w:hAnsi="Arial" w:cs="Arial"/>
          <w:b/>
          <w:bCs/>
          <w:sz w:val="20"/>
          <w:u w:val="single"/>
        </w:rPr>
        <w:t>Opomba</w:t>
      </w:r>
      <w:r w:rsidRPr="00C46CB2">
        <w:rPr>
          <w:rFonts w:ascii="Arial" w:hAnsi="Arial" w:cs="Arial"/>
          <w:b/>
          <w:bCs/>
          <w:sz w:val="20"/>
        </w:rPr>
        <w:t xml:space="preserve">: </w:t>
      </w:r>
      <w:r w:rsidRPr="008C5689">
        <w:rPr>
          <w:rFonts w:ascii="Arial" w:hAnsi="Arial" w:cs="Arial"/>
          <w:bCs/>
          <w:sz w:val="20"/>
        </w:rPr>
        <w:t>Zahtevek za izplačilo občinskih sredstev s prilogami mora biti dostavljen na Občino Grad</w:t>
      </w:r>
      <w:r w:rsidRPr="00C46CB2">
        <w:rPr>
          <w:rFonts w:ascii="Arial" w:hAnsi="Arial" w:cs="Arial"/>
          <w:b/>
          <w:bCs/>
          <w:sz w:val="20"/>
        </w:rPr>
        <w:t xml:space="preserve"> najkasneje </w:t>
      </w:r>
      <w:r w:rsidRPr="00BF7A29">
        <w:rPr>
          <w:rFonts w:ascii="Arial" w:hAnsi="Arial" w:cs="Arial"/>
          <w:b/>
          <w:bCs/>
          <w:sz w:val="20"/>
        </w:rPr>
        <w:t xml:space="preserve">do </w:t>
      </w:r>
      <w:r w:rsidR="00A32003" w:rsidRPr="00BF7A29">
        <w:rPr>
          <w:rFonts w:ascii="Arial" w:hAnsi="Arial" w:cs="Arial"/>
          <w:b/>
          <w:sz w:val="20"/>
        </w:rPr>
        <w:t>15</w:t>
      </w:r>
      <w:r w:rsidR="008C5689" w:rsidRPr="00BF7A29">
        <w:rPr>
          <w:rFonts w:ascii="Arial" w:hAnsi="Arial" w:cs="Arial"/>
          <w:b/>
          <w:sz w:val="20"/>
        </w:rPr>
        <w:t xml:space="preserve">. </w:t>
      </w:r>
      <w:r w:rsidR="00910B93" w:rsidRPr="00BF7A29">
        <w:rPr>
          <w:rFonts w:ascii="Arial" w:hAnsi="Arial" w:cs="Arial"/>
          <w:b/>
          <w:sz w:val="20"/>
        </w:rPr>
        <w:t>1</w:t>
      </w:r>
      <w:r w:rsidR="007A3C52" w:rsidRPr="00BF7A29">
        <w:rPr>
          <w:rFonts w:ascii="Arial" w:hAnsi="Arial" w:cs="Arial"/>
          <w:b/>
          <w:sz w:val="20"/>
        </w:rPr>
        <w:t>2</w:t>
      </w:r>
      <w:r w:rsidR="008C5689" w:rsidRPr="00BF7A29">
        <w:rPr>
          <w:rFonts w:ascii="Arial" w:hAnsi="Arial" w:cs="Arial"/>
          <w:b/>
          <w:sz w:val="20"/>
        </w:rPr>
        <w:t>. 202</w:t>
      </w:r>
      <w:r w:rsidR="007A3C52" w:rsidRPr="00BF7A29">
        <w:rPr>
          <w:rFonts w:ascii="Arial" w:hAnsi="Arial" w:cs="Arial"/>
          <w:b/>
          <w:sz w:val="20"/>
        </w:rPr>
        <w:t>5</w:t>
      </w:r>
      <w:r w:rsidR="008C5689" w:rsidRPr="00BF7A29">
        <w:rPr>
          <w:rFonts w:ascii="Arial" w:hAnsi="Arial" w:cs="Arial"/>
          <w:b/>
          <w:sz w:val="20"/>
        </w:rPr>
        <w:t>!</w:t>
      </w:r>
    </w:p>
    <w:p w:rsidR="00D47E07" w:rsidRPr="00B96AB7" w:rsidRDefault="00D47E07" w:rsidP="00D47E07">
      <w:pPr>
        <w:tabs>
          <w:tab w:val="left" w:pos="1476"/>
        </w:tabs>
        <w:jc w:val="both"/>
        <w:rPr>
          <w:rFonts w:ascii="Arial" w:hAnsi="Arial" w:cs="Arial"/>
          <w:sz w:val="20"/>
        </w:rPr>
      </w:pPr>
    </w:p>
    <w:p w:rsidR="00D47E07" w:rsidRPr="00DD56ED" w:rsidRDefault="00D47E07" w:rsidP="00D47E07">
      <w:pPr>
        <w:rPr>
          <w:rFonts w:ascii="Arial" w:hAnsi="Arial" w:cs="Arial"/>
          <w:sz w:val="20"/>
        </w:rPr>
      </w:pPr>
    </w:p>
    <w:p w:rsidR="00311EFB" w:rsidRPr="00540C75" w:rsidRDefault="00311EFB" w:rsidP="00540C75"/>
    <w:sectPr w:rsidR="00311EFB" w:rsidRPr="00540C75" w:rsidSect="00384DBE">
      <w:footerReference w:type="default" r:id="rId8"/>
      <w:headerReference w:type="first" r:id="rId9"/>
      <w:pgSz w:w="11906" w:h="16838" w:code="9"/>
      <w:pgMar w:top="851" w:right="1418" w:bottom="1134" w:left="1418" w:header="567" w:footer="227" w:gutter="0"/>
      <w:pgNumType w:start="1" w:chapStyle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421" w:rsidRDefault="00570421">
      <w:r>
        <w:separator/>
      </w:r>
    </w:p>
  </w:endnote>
  <w:endnote w:type="continuationSeparator" w:id="0">
    <w:p w:rsidR="00570421" w:rsidRDefault="0057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8079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98081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5343515"/>
      <w:docPartObj>
        <w:docPartGallery w:val="Page Numbers (Bottom of Page)"/>
        <w:docPartUnique/>
      </w:docPartObj>
    </w:sdtPr>
    <w:sdtEndPr/>
    <w:sdtContent>
      <w:p w:rsidR="00CE7F77" w:rsidRDefault="00CE7F7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E7F77" w:rsidRDefault="00CE7F77">
    <w:pPr>
      <w:pStyle w:val="Noga"/>
    </w:pPr>
  </w:p>
  <w:p w:rsidR="00CE48C3" w:rsidRDefault="00CE48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421" w:rsidRDefault="00570421">
      <w:r>
        <w:separator/>
      </w:r>
    </w:p>
  </w:footnote>
  <w:footnote w:type="continuationSeparator" w:id="0">
    <w:p w:rsidR="00570421" w:rsidRDefault="00570421">
      <w:r>
        <w:continuationSeparator/>
      </w:r>
    </w:p>
  </w:footnote>
  <w:footnote w:id="1">
    <w:p w:rsidR="00CC587D" w:rsidRPr="007C53FF" w:rsidRDefault="00CC587D" w:rsidP="00CC587D">
      <w:pPr>
        <w:pStyle w:val="Sprotnaopomba-besedilo"/>
        <w:jc w:val="both"/>
        <w:rPr>
          <w:rFonts w:ascii="Arial" w:hAnsi="Arial" w:cs="Arial"/>
          <w:sz w:val="18"/>
        </w:rPr>
      </w:pPr>
      <w:r>
        <w:rPr>
          <w:rStyle w:val="Sprotnaopomba-sklic"/>
        </w:rPr>
        <w:footnoteRef/>
      </w:r>
      <w:r>
        <w:t xml:space="preserve"> </w:t>
      </w:r>
      <w:r w:rsidRPr="007C53FF">
        <w:rPr>
          <w:rFonts w:ascii="Arial" w:hAnsi="Arial" w:cs="Arial"/>
          <w:sz w:val="18"/>
        </w:rPr>
        <w:t xml:space="preserve">pomenijo fizične in pravne osebe, ki opravljajo gospodarsko dejavnost in izpolnjujejo merila iz Priloge I Uredbe   </w:t>
      </w:r>
    </w:p>
    <w:p w:rsidR="00CC587D" w:rsidRDefault="00CC587D" w:rsidP="007C53FF">
      <w:pPr>
        <w:pStyle w:val="Sprotnaopomba-besedilo"/>
        <w:tabs>
          <w:tab w:val="left" w:pos="2916"/>
        </w:tabs>
        <w:jc w:val="both"/>
      </w:pPr>
      <w:r w:rsidRPr="007C53FF">
        <w:rPr>
          <w:rFonts w:ascii="Arial" w:hAnsi="Arial" w:cs="Arial"/>
          <w:sz w:val="18"/>
        </w:rPr>
        <w:t xml:space="preserve">  Komisije (EU) št. </w:t>
      </w:r>
      <w:bookmarkStart w:id="1" w:name="_Hlk172548534"/>
      <w:r w:rsidRPr="007C53FF">
        <w:rPr>
          <w:rFonts w:ascii="Arial" w:hAnsi="Arial" w:cs="Arial"/>
          <w:sz w:val="18"/>
        </w:rPr>
        <w:t>2022/2472</w:t>
      </w:r>
      <w:bookmarkEnd w:id="1"/>
      <w:r w:rsidRPr="007C53FF">
        <w:rPr>
          <w:rFonts w:ascii="Arial" w:hAnsi="Arial" w:cs="Arial"/>
          <w:sz w:val="18"/>
        </w:rPr>
        <w:t>;</w:t>
      </w:r>
      <w:r w:rsidR="007C53FF"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4FD2" w:rsidRPr="00644FD2" w:rsidRDefault="00644FD2" w:rsidP="00644FD2">
    <w:pPr>
      <w:jc w:val="center"/>
      <w:rPr>
        <w:rFonts w:ascii="Arial" w:hAnsi="Arial" w:cs="Arial"/>
        <w:sz w:val="20"/>
      </w:rPr>
    </w:pPr>
    <w:r w:rsidRPr="00644FD2">
      <w:rPr>
        <w:rFonts w:ascii="Calibri" w:hAnsi="Calibri"/>
        <w:b/>
        <w:noProof/>
        <w:sz w:val="21"/>
        <w:szCs w:val="21"/>
      </w:rPr>
      <w:drawing>
        <wp:inline distT="0" distB="0" distL="0" distR="0" wp14:anchorId="43B73B1C" wp14:editId="13320651">
          <wp:extent cx="514350" cy="609600"/>
          <wp:effectExtent l="0" t="0" r="0" b="0"/>
          <wp:docPr id="7" name="Slika 7" descr="cid:0B2FAD03-8C54-466B-944D-2F931DAB406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0B2FAD03-8C54-466B-944D-2F931DAB406C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4FD2" w:rsidRPr="00644FD2" w:rsidRDefault="00644FD2" w:rsidP="00644FD2">
    <w:pPr>
      <w:spacing w:line="140" w:lineRule="exact"/>
      <w:jc w:val="center"/>
      <w:rPr>
        <w:rFonts w:ascii="Arial" w:hAnsi="Arial" w:cs="Arial"/>
        <w:sz w:val="20"/>
      </w:rPr>
    </w:pPr>
  </w:p>
  <w:p w:rsidR="00644FD2" w:rsidRPr="00644FD2" w:rsidRDefault="00644FD2" w:rsidP="00644FD2">
    <w:pPr>
      <w:jc w:val="center"/>
      <w:rPr>
        <w:rFonts w:ascii="Arial" w:hAnsi="Arial" w:cs="Arial"/>
        <w:b/>
        <w:color w:val="048341"/>
        <w:sz w:val="20"/>
      </w:rPr>
    </w:pPr>
    <w:r w:rsidRPr="00644FD2">
      <w:rPr>
        <w:rFonts w:ascii="Arial" w:hAnsi="Arial" w:cs="Arial"/>
        <w:b/>
        <w:color w:val="048341"/>
        <w:sz w:val="20"/>
      </w:rPr>
      <w:t>OBČINA GRAD</w:t>
    </w:r>
  </w:p>
  <w:p w:rsidR="00644FD2" w:rsidRPr="00644FD2" w:rsidRDefault="00644FD2" w:rsidP="00644FD2">
    <w:pPr>
      <w:jc w:val="center"/>
      <w:rPr>
        <w:rFonts w:ascii="Arial" w:hAnsi="Arial" w:cs="Arial"/>
        <w:sz w:val="18"/>
        <w:szCs w:val="18"/>
      </w:rPr>
    </w:pPr>
    <w:r w:rsidRPr="00644FD2">
      <w:rPr>
        <w:rFonts w:ascii="Arial" w:hAnsi="Arial" w:cs="Arial"/>
        <w:sz w:val="18"/>
        <w:szCs w:val="18"/>
      </w:rPr>
      <w:t>Grad 172, 9264 Grad</w:t>
    </w:r>
  </w:p>
  <w:p w:rsidR="00644FD2" w:rsidRPr="00644FD2" w:rsidRDefault="00644FD2" w:rsidP="00644FD2">
    <w:pPr>
      <w:jc w:val="center"/>
      <w:rPr>
        <w:rFonts w:ascii="Arial" w:hAnsi="Arial" w:cs="Arial"/>
        <w:sz w:val="18"/>
        <w:szCs w:val="18"/>
      </w:rPr>
    </w:pPr>
    <w:r w:rsidRPr="00644FD2">
      <w:rPr>
        <w:rFonts w:ascii="Arial" w:hAnsi="Arial" w:cs="Arial"/>
        <w:sz w:val="18"/>
        <w:szCs w:val="18"/>
      </w:rPr>
      <w:t>T: 02 551 88 80</w:t>
    </w:r>
  </w:p>
  <w:p w:rsidR="00644FD2" w:rsidRPr="00644FD2" w:rsidRDefault="00644FD2" w:rsidP="00644FD2">
    <w:pPr>
      <w:jc w:val="center"/>
      <w:rPr>
        <w:rFonts w:ascii="Arial" w:hAnsi="Arial" w:cs="Arial"/>
        <w:sz w:val="18"/>
        <w:szCs w:val="18"/>
      </w:rPr>
    </w:pPr>
    <w:r w:rsidRPr="00644FD2">
      <w:rPr>
        <w:rFonts w:ascii="Arial" w:hAnsi="Arial" w:cs="Arial"/>
        <w:sz w:val="18"/>
        <w:szCs w:val="18"/>
      </w:rPr>
      <w:t xml:space="preserve">E: </w:t>
    </w:r>
    <w:hyperlink r:id="rId3" w:history="1">
      <w:r w:rsidRPr="00644FD2">
        <w:rPr>
          <w:rFonts w:ascii="Arial" w:hAnsi="Arial" w:cs="Arial"/>
          <w:color w:val="0000FF"/>
          <w:sz w:val="18"/>
          <w:szCs w:val="18"/>
          <w:u w:val="single"/>
        </w:rPr>
        <w:t>tajnistvo@obcina-grad.si</w:t>
      </w:r>
    </w:hyperlink>
  </w:p>
  <w:p w:rsidR="00644FD2" w:rsidRPr="00644FD2" w:rsidRDefault="00644FD2" w:rsidP="00644FD2">
    <w:pPr>
      <w:jc w:val="center"/>
      <w:rPr>
        <w:rFonts w:ascii="Arial" w:hAnsi="Arial" w:cs="Arial"/>
        <w:color w:val="048341"/>
        <w:sz w:val="18"/>
        <w:szCs w:val="18"/>
      </w:rPr>
    </w:pPr>
    <w:r w:rsidRPr="00644FD2">
      <w:rPr>
        <w:rFonts w:ascii="Arial" w:hAnsi="Arial" w:cs="Arial"/>
        <w:color w:val="048341"/>
        <w:sz w:val="18"/>
        <w:szCs w:val="18"/>
      </w:rPr>
      <w:t>www.obcina-grad.si</w:t>
    </w:r>
  </w:p>
  <w:p w:rsidR="00644FD2" w:rsidRPr="00644FD2" w:rsidRDefault="00644FD2" w:rsidP="00644FD2">
    <w:pPr>
      <w:spacing w:line="120" w:lineRule="exact"/>
      <w:jc w:val="center"/>
      <w:rPr>
        <w:rFonts w:ascii="Arial" w:hAnsi="Arial" w:cs="Arial"/>
        <w:b/>
        <w:sz w:val="18"/>
        <w:szCs w:val="18"/>
        <w:u w:val="thick" w:color="048341"/>
      </w:rPr>
    </w:pPr>
    <w:r w:rsidRPr="00644FD2">
      <w:rPr>
        <w:rFonts w:ascii="Arial" w:hAnsi="Arial" w:cs="Arial"/>
        <w:b/>
        <w:sz w:val="18"/>
        <w:szCs w:val="18"/>
        <w:u w:val="thick" w:color="048341"/>
      </w:rPr>
      <w:t>________________________________________________________________________________________</w:t>
    </w:r>
  </w:p>
  <w:p w:rsidR="0086499D" w:rsidRDefault="0086499D" w:rsidP="0086499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96EA8"/>
    <w:multiLevelType w:val="hybridMultilevel"/>
    <w:tmpl w:val="984643D0"/>
    <w:lvl w:ilvl="0" w:tplc="2E3C20F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0150DC"/>
    <w:multiLevelType w:val="hybridMultilevel"/>
    <w:tmpl w:val="58EE0DAE"/>
    <w:lvl w:ilvl="0" w:tplc="9B521C26">
      <w:start w:val="3"/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5F272A"/>
    <w:multiLevelType w:val="multilevel"/>
    <w:tmpl w:val="D9B0D9B4"/>
    <w:lvl w:ilvl="0">
      <w:start w:val="1"/>
      <w:numFmt w:val="decimal"/>
      <w:pStyle w:val="VP-odlok-clen"/>
      <w:suff w:val="nothing"/>
      <w:lvlText w:val="%1. člen"/>
      <w:lvlJc w:val="center"/>
      <w:pPr>
        <w:ind w:left="0" w:firstLine="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DA15F49"/>
    <w:multiLevelType w:val="hybridMultilevel"/>
    <w:tmpl w:val="74401DDE"/>
    <w:lvl w:ilvl="0" w:tplc="CC4898AC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5497C"/>
    <w:multiLevelType w:val="hybridMultilevel"/>
    <w:tmpl w:val="AD00440E"/>
    <w:lvl w:ilvl="0" w:tplc="24A665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64357"/>
    <w:multiLevelType w:val="hybridMultilevel"/>
    <w:tmpl w:val="B54A5456"/>
    <w:lvl w:ilvl="0" w:tplc="626A08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pacing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A2B71"/>
    <w:multiLevelType w:val="hybridMultilevel"/>
    <w:tmpl w:val="AE269EB2"/>
    <w:lvl w:ilvl="0" w:tplc="C818B798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42468A"/>
    <w:multiLevelType w:val="hybridMultilevel"/>
    <w:tmpl w:val="F57656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421384"/>
    <w:multiLevelType w:val="hybridMultilevel"/>
    <w:tmpl w:val="441C60A0"/>
    <w:lvl w:ilvl="0" w:tplc="E318B782">
      <w:start w:val="1"/>
      <w:numFmt w:val="bullet"/>
      <w:pStyle w:val="maja-odstavek"/>
      <w:lvlText w:val=""/>
      <w:lvlJc w:val="left"/>
      <w:pPr>
        <w:tabs>
          <w:tab w:val="num" w:pos="20"/>
        </w:tabs>
        <w:ind w:left="420" w:hanging="267"/>
      </w:pPr>
      <w:rPr>
        <w:rFonts w:ascii="Symbol" w:hAnsi="Symbol" w:hint="default"/>
      </w:rPr>
    </w:lvl>
    <w:lvl w:ilvl="1" w:tplc="755016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E068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D46E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E49E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409A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2838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1236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0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FA73AF"/>
    <w:multiLevelType w:val="hybridMultilevel"/>
    <w:tmpl w:val="C076E070"/>
    <w:lvl w:ilvl="0" w:tplc="5776E2D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243563"/>
    <w:multiLevelType w:val="hybridMultilevel"/>
    <w:tmpl w:val="A8B6D8B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76B86"/>
    <w:multiLevelType w:val="hybridMultilevel"/>
    <w:tmpl w:val="87A6930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014673"/>
    <w:multiLevelType w:val="hybridMultilevel"/>
    <w:tmpl w:val="0088D13C"/>
    <w:lvl w:ilvl="0" w:tplc="842E7474">
      <w:start w:val="1"/>
      <w:numFmt w:val="lowerLetter"/>
      <w:lvlText w:val="%1)"/>
      <w:lvlJc w:val="left"/>
      <w:pPr>
        <w:ind w:left="97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90" w:hanging="360"/>
      </w:pPr>
    </w:lvl>
    <w:lvl w:ilvl="2" w:tplc="0424001B" w:tentative="1">
      <w:start w:val="1"/>
      <w:numFmt w:val="lowerRoman"/>
      <w:lvlText w:val="%3."/>
      <w:lvlJc w:val="right"/>
      <w:pPr>
        <w:ind w:left="2410" w:hanging="180"/>
      </w:pPr>
    </w:lvl>
    <w:lvl w:ilvl="3" w:tplc="0424000F" w:tentative="1">
      <w:start w:val="1"/>
      <w:numFmt w:val="decimal"/>
      <w:lvlText w:val="%4."/>
      <w:lvlJc w:val="left"/>
      <w:pPr>
        <w:ind w:left="3130" w:hanging="360"/>
      </w:pPr>
    </w:lvl>
    <w:lvl w:ilvl="4" w:tplc="04240019" w:tentative="1">
      <w:start w:val="1"/>
      <w:numFmt w:val="lowerLetter"/>
      <w:lvlText w:val="%5."/>
      <w:lvlJc w:val="left"/>
      <w:pPr>
        <w:ind w:left="3850" w:hanging="360"/>
      </w:pPr>
    </w:lvl>
    <w:lvl w:ilvl="5" w:tplc="0424001B" w:tentative="1">
      <w:start w:val="1"/>
      <w:numFmt w:val="lowerRoman"/>
      <w:lvlText w:val="%6."/>
      <w:lvlJc w:val="right"/>
      <w:pPr>
        <w:ind w:left="4570" w:hanging="180"/>
      </w:pPr>
    </w:lvl>
    <w:lvl w:ilvl="6" w:tplc="0424000F" w:tentative="1">
      <w:start w:val="1"/>
      <w:numFmt w:val="decimal"/>
      <w:lvlText w:val="%7."/>
      <w:lvlJc w:val="left"/>
      <w:pPr>
        <w:ind w:left="5290" w:hanging="360"/>
      </w:pPr>
    </w:lvl>
    <w:lvl w:ilvl="7" w:tplc="04240019" w:tentative="1">
      <w:start w:val="1"/>
      <w:numFmt w:val="lowerLetter"/>
      <w:lvlText w:val="%8."/>
      <w:lvlJc w:val="left"/>
      <w:pPr>
        <w:ind w:left="6010" w:hanging="360"/>
      </w:pPr>
    </w:lvl>
    <w:lvl w:ilvl="8" w:tplc="0424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13" w15:restartNumberingAfterBreak="0">
    <w:nsid w:val="722534ED"/>
    <w:multiLevelType w:val="hybridMultilevel"/>
    <w:tmpl w:val="9F5621EA"/>
    <w:lvl w:ilvl="0" w:tplc="C818B798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F55A55"/>
    <w:multiLevelType w:val="hybridMultilevel"/>
    <w:tmpl w:val="9F529FE6"/>
    <w:lvl w:ilvl="0" w:tplc="9758AB7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DF592D"/>
    <w:multiLevelType w:val="hybridMultilevel"/>
    <w:tmpl w:val="71D21240"/>
    <w:lvl w:ilvl="0" w:tplc="626A08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pacing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4"/>
  </w:num>
  <w:num w:numId="5">
    <w:abstractNumId w:val="3"/>
  </w:num>
  <w:num w:numId="6">
    <w:abstractNumId w:val="9"/>
  </w:num>
  <w:num w:numId="7">
    <w:abstractNumId w:val="4"/>
  </w:num>
  <w:num w:numId="8">
    <w:abstractNumId w:val="10"/>
  </w:num>
  <w:num w:numId="9">
    <w:abstractNumId w:val="0"/>
  </w:num>
  <w:num w:numId="10">
    <w:abstractNumId w:val="5"/>
  </w:num>
  <w:num w:numId="11">
    <w:abstractNumId w:val="12"/>
  </w:num>
  <w:num w:numId="12">
    <w:abstractNumId w:val="13"/>
  </w:num>
  <w:num w:numId="13">
    <w:abstractNumId w:val="7"/>
  </w:num>
  <w:num w:numId="14">
    <w:abstractNumId w:val="11"/>
  </w:num>
  <w:num w:numId="15">
    <w:abstractNumId w:val="6"/>
  </w:num>
  <w:num w:numId="16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0"/>
  <w:drawingGridHorizontalSpacing w:val="120"/>
  <w:drawingGridVerticalSpacing w:val="0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3B8"/>
    <w:rsid w:val="0000579F"/>
    <w:rsid w:val="00007941"/>
    <w:rsid w:val="000150A9"/>
    <w:rsid w:val="00015B11"/>
    <w:rsid w:val="000172E7"/>
    <w:rsid w:val="0002440E"/>
    <w:rsid w:val="00025607"/>
    <w:rsid w:val="00046662"/>
    <w:rsid w:val="00056E38"/>
    <w:rsid w:val="000602BB"/>
    <w:rsid w:val="00084B91"/>
    <w:rsid w:val="000A1CD0"/>
    <w:rsid w:val="000C0975"/>
    <w:rsid w:val="000E730F"/>
    <w:rsid w:val="000E7A21"/>
    <w:rsid w:val="0010296C"/>
    <w:rsid w:val="00112558"/>
    <w:rsid w:val="001165C4"/>
    <w:rsid w:val="00127B02"/>
    <w:rsid w:val="00153F1E"/>
    <w:rsid w:val="001616E4"/>
    <w:rsid w:val="00181575"/>
    <w:rsid w:val="00197352"/>
    <w:rsid w:val="001A64AC"/>
    <w:rsid w:val="001A7D82"/>
    <w:rsid w:val="001B44FC"/>
    <w:rsid w:val="001B4680"/>
    <w:rsid w:val="001B64B4"/>
    <w:rsid w:val="001C09C6"/>
    <w:rsid w:val="001C47CE"/>
    <w:rsid w:val="001D4B45"/>
    <w:rsid w:val="001D782D"/>
    <w:rsid w:val="001D7971"/>
    <w:rsid w:val="001E070D"/>
    <w:rsid w:val="001E303B"/>
    <w:rsid w:val="001F373A"/>
    <w:rsid w:val="00204678"/>
    <w:rsid w:val="0021712E"/>
    <w:rsid w:val="00222FC6"/>
    <w:rsid w:val="002245EB"/>
    <w:rsid w:val="0023224F"/>
    <w:rsid w:val="00241BAC"/>
    <w:rsid w:val="002449C7"/>
    <w:rsid w:val="002476DF"/>
    <w:rsid w:val="002525D6"/>
    <w:rsid w:val="002532AB"/>
    <w:rsid w:val="00253E77"/>
    <w:rsid w:val="00267DD1"/>
    <w:rsid w:val="002703B8"/>
    <w:rsid w:val="00292B77"/>
    <w:rsid w:val="002A2140"/>
    <w:rsid w:val="002D4B30"/>
    <w:rsid w:val="002D5305"/>
    <w:rsid w:val="002D7895"/>
    <w:rsid w:val="002F05B6"/>
    <w:rsid w:val="002F4207"/>
    <w:rsid w:val="00311EFB"/>
    <w:rsid w:val="00316024"/>
    <w:rsid w:val="00321B53"/>
    <w:rsid w:val="00331182"/>
    <w:rsid w:val="00342DC9"/>
    <w:rsid w:val="003457EC"/>
    <w:rsid w:val="00350A56"/>
    <w:rsid w:val="003514FC"/>
    <w:rsid w:val="003613B0"/>
    <w:rsid w:val="00362C54"/>
    <w:rsid w:val="00362EBF"/>
    <w:rsid w:val="00365F12"/>
    <w:rsid w:val="0037549E"/>
    <w:rsid w:val="00376A7A"/>
    <w:rsid w:val="00384409"/>
    <w:rsid w:val="00384DBE"/>
    <w:rsid w:val="0039162B"/>
    <w:rsid w:val="00396962"/>
    <w:rsid w:val="003B01B9"/>
    <w:rsid w:val="003B73E2"/>
    <w:rsid w:val="003C01B0"/>
    <w:rsid w:val="003C0B48"/>
    <w:rsid w:val="003E42CC"/>
    <w:rsid w:val="003F3354"/>
    <w:rsid w:val="004243A0"/>
    <w:rsid w:val="004269CE"/>
    <w:rsid w:val="00432ED1"/>
    <w:rsid w:val="00437B16"/>
    <w:rsid w:val="004438C2"/>
    <w:rsid w:val="004503DA"/>
    <w:rsid w:val="00457233"/>
    <w:rsid w:val="00463F1A"/>
    <w:rsid w:val="00474F1B"/>
    <w:rsid w:val="004805A4"/>
    <w:rsid w:val="00481306"/>
    <w:rsid w:val="00483D66"/>
    <w:rsid w:val="004A28F8"/>
    <w:rsid w:val="004D1304"/>
    <w:rsid w:val="004E1CE4"/>
    <w:rsid w:val="004F0347"/>
    <w:rsid w:val="004F1A64"/>
    <w:rsid w:val="004F1E1C"/>
    <w:rsid w:val="004F6739"/>
    <w:rsid w:val="00502FAB"/>
    <w:rsid w:val="0051563B"/>
    <w:rsid w:val="0052470D"/>
    <w:rsid w:val="00527A25"/>
    <w:rsid w:val="00540C75"/>
    <w:rsid w:val="00543DFB"/>
    <w:rsid w:val="00547F57"/>
    <w:rsid w:val="005517B8"/>
    <w:rsid w:val="005541BB"/>
    <w:rsid w:val="00555068"/>
    <w:rsid w:val="00570421"/>
    <w:rsid w:val="005841A8"/>
    <w:rsid w:val="0059485E"/>
    <w:rsid w:val="00594D47"/>
    <w:rsid w:val="005A7FA9"/>
    <w:rsid w:val="005B50FD"/>
    <w:rsid w:val="005C7DF6"/>
    <w:rsid w:val="005D1D7B"/>
    <w:rsid w:val="005D5D2D"/>
    <w:rsid w:val="005E4BD2"/>
    <w:rsid w:val="005E5961"/>
    <w:rsid w:val="005F4080"/>
    <w:rsid w:val="005F5C15"/>
    <w:rsid w:val="00603968"/>
    <w:rsid w:val="006044C2"/>
    <w:rsid w:val="00607066"/>
    <w:rsid w:val="00621EA1"/>
    <w:rsid w:val="006221E3"/>
    <w:rsid w:val="0062729F"/>
    <w:rsid w:val="00632041"/>
    <w:rsid w:val="00633332"/>
    <w:rsid w:val="00636793"/>
    <w:rsid w:val="006368A0"/>
    <w:rsid w:val="00640601"/>
    <w:rsid w:val="00640C63"/>
    <w:rsid w:val="00644FD2"/>
    <w:rsid w:val="006541CE"/>
    <w:rsid w:val="0066453F"/>
    <w:rsid w:val="00665FC1"/>
    <w:rsid w:val="006702D1"/>
    <w:rsid w:val="006705A3"/>
    <w:rsid w:val="006721E4"/>
    <w:rsid w:val="00673536"/>
    <w:rsid w:val="00673CAC"/>
    <w:rsid w:val="006746ED"/>
    <w:rsid w:val="00681160"/>
    <w:rsid w:val="006902EB"/>
    <w:rsid w:val="00692888"/>
    <w:rsid w:val="00696607"/>
    <w:rsid w:val="006B38B8"/>
    <w:rsid w:val="006B59AE"/>
    <w:rsid w:val="006B7882"/>
    <w:rsid w:val="006D4A1D"/>
    <w:rsid w:val="006F21AB"/>
    <w:rsid w:val="00702152"/>
    <w:rsid w:val="00713464"/>
    <w:rsid w:val="007147A3"/>
    <w:rsid w:val="00716F1C"/>
    <w:rsid w:val="007204D2"/>
    <w:rsid w:val="007261BA"/>
    <w:rsid w:val="00744659"/>
    <w:rsid w:val="0075194D"/>
    <w:rsid w:val="0076062C"/>
    <w:rsid w:val="007660B7"/>
    <w:rsid w:val="00774A26"/>
    <w:rsid w:val="00796400"/>
    <w:rsid w:val="007A3C52"/>
    <w:rsid w:val="007A4D3B"/>
    <w:rsid w:val="007C4EAC"/>
    <w:rsid w:val="007C53FF"/>
    <w:rsid w:val="007D3640"/>
    <w:rsid w:val="007D657D"/>
    <w:rsid w:val="007D68E7"/>
    <w:rsid w:val="007E3814"/>
    <w:rsid w:val="007F1E29"/>
    <w:rsid w:val="00831B12"/>
    <w:rsid w:val="00841364"/>
    <w:rsid w:val="0084752A"/>
    <w:rsid w:val="00852397"/>
    <w:rsid w:val="00860D50"/>
    <w:rsid w:val="008629BB"/>
    <w:rsid w:val="0086499D"/>
    <w:rsid w:val="00874D6B"/>
    <w:rsid w:val="00875865"/>
    <w:rsid w:val="0088337D"/>
    <w:rsid w:val="00893D02"/>
    <w:rsid w:val="008A2708"/>
    <w:rsid w:val="008C2E9D"/>
    <w:rsid w:val="008C5689"/>
    <w:rsid w:val="008D44F8"/>
    <w:rsid w:val="008F4F6D"/>
    <w:rsid w:val="008F57C7"/>
    <w:rsid w:val="008F5B2C"/>
    <w:rsid w:val="009036C6"/>
    <w:rsid w:val="00907435"/>
    <w:rsid w:val="00910B93"/>
    <w:rsid w:val="009258EA"/>
    <w:rsid w:val="00934F3C"/>
    <w:rsid w:val="0095244B"/>
    <w:rsid w:val="00953283"/>
    <w:rsid w:val="00955F50"/>
    <w:rsid w:val="009610DB"/>
    <w:rsid w:val="0097033E"/>
    <w:rsid w:val="00981AA0"/>
    <w:rsid w:val="00983658"/>
    <w:rsid w:val="00983CEF"/>
    <w:rsid w:val="009841D2"/>
    <w:rsid w:val="00984AF2"/>
    <w:rsid w:val="00985A08"/>
    <w:rsid w:val="00985A35"/>
    <w:rsid w:val="00986800"/>
    <w:rsid w:val="0099491C"/>
    <w:rsid w:val="00996904"/>
    <w:rsid w:val="009B24F6"/>
    <w:rsid w:val="009B288E"/>
    <w:rsid w:val="009D1562"/>
    <w:rsid w:val="00A32003"/>
    <w:rsid w:val="00A46AFF"/>
    <w:rsid w:val="00A46D59"/>
    <w:rsid w:val="00A7349D"/>
    <w:rsid w:val="00A7457E"/>
    <w:rsid w:val="00A841D4"/>
    <w:rsid w:val="00A93D3D"/>
    <w:rsid w:val="00A94A5A"/>
    <w:rsid w:val="00AB0C31"/>
    <w:rsid w:val="00AB1EBB"/>
    <w:rsid w:val="00AB494E"/>
    <w:rsid w:val="00AC312F"/>
    <w:rsid w:val="00AD05A3"/>
    <w:rsid w:val="00AE36F7"/>
    <w:rsid w:val="00AE55D7"/>
    <w:rsid w:val="00AE68F6"/>
    <w:rsid w:val="00AE79EA"/>
    <w:rsid w:val="00AF4D03"/>
    <w:rsid w:val="00B03389"/>
    <w:rsid w:val="00B1025C"/>
    <w:rsid w:val="00B12448"/>
    <w:rsid w:val="00B14BE7"/>
    <w:rsid w:val="00B20190"/>
    <w:rsid w:val="00B24DDF"/>
    <w:rsid w:val="00B26810"/>
    <w:rsid w:val="00B35566"/>
    <w:rsid w:val="00B36EDD"/>
    <w:rsid w:val="00B46BD0"/>
    <w:rsid w:val="00B57334"/>
    <w:rsid w:val="00B610F0"/>
    <w:rsid w:val="00B77DC2"/>
    <w:rsid w:val="00B84700"/>
    <w:rsid w:val="00B86487"/>
    <w:rsid w:val="00B87A87"/>
    <w:rsid w:val="00B903A3"/>
    <w:rsid w:val="00BB5451"/>
    <w:rsid w:val="00BB7910"/>
    <w:rsid w:val="00BC56D9"/>
    <w:rsid w:val="00BD7625"/>
    <w:rsid w:val="00BE113A"/>
    <w:rsid w:val="00BE5BAA"/>
    <w:rsid w:val="00BE648D"/>
    <w:rsid w:val="00BE70BD"/>
    <w:rsid w:val="00BE7281"/>
    <w:rsid w:val="00BF0493"/>
    <w:rsid w:val="00BF3E9A"/>
    <w:rsid w:val="00BF5213"/>
    <w:rsid w:val="00BF7A29"/>
    <w:rsid w:val="00C0248B"/>
    <w:rsid w:val="00C03688"/>
    <w:rsid w:val="00C05674"/>
    <w:rsid w:val="00C05FD4"/>
    <w:rsid w:val="00C07747"/>
    <w:rsid w:val="00C10630"/>
    <w:rsid w:val="00C11DEB"/>
    <w:rsid w:val="00C24E98"/>
    <w:rsid w:val="00C35961"/>
    <w:rsid w:val="00C44D27"/>
    <w:rsid w:val="00C4699F"/>
    <w:rsid w:val="00C7040D"/>
    <w:rsid w:val="00C7053B"/>
    <w:rsid w:val="00C75B94"/>
    <w:rsid w:val="00C769B6"/>
    <w:rsid w:val="00C8051A"/>
    <w:rsid w:val="00C83C55"/>
    <w:rsid w:val="00C83F63"/>
    <w:rsid w:val="00C840BD"/>
    <w:rsid w:val="00C95629"/>
    <w:rsid w:val="00CA0B8D"/>
    <w:rsid w:val="00CA219E"/>
    <w:rsid w:val="00CA2F92"/>
    <w:rsid w:val="00CA352F"/>
    <w:rsid w:val="00CC587D"/>
    <w:rsid w:val="00CD0255"/>
    <w:rsid w:val="00CD061F"/>
    <w:rsid w:val="00CD4618"/>
    <w:rsid w:val="00CE48C3"/>
    <w:rsid w:val="00CE48E6"/>
    <w:rsid w:val="00CE7F77"/>
    <w:rsid w:val="00D018DC"/>
    <w:rsid w:val="00D07904"/>
    <w:rsid w:val="00D12567"/>
    <w:rsid w:val="00D2599B"/>
    <w:rsid w:val="00D27166"/>
    <w:rsid w:val="00D3625E"/>
    <w:rsid w:val="00D36CF5"/>
    <w:rsid w:val="00D37787"/>
    <w:rsid w:val="00D40156"/>
    <w:rsid w:val="00D40E17"/>
    <w:rsid w:val="00D43AF1"/>
    <w:rsid w:val="00D47E07"/>
    <w:rsid w:val="00D52A24"/>
    <w:rsid w:val="00D52C4B"/>
    <w:rsid w:val="00D8300E"/>
    <w:rsid w:val="00D94764"/>
    <w:rsid w:val="00D9612C"/>
    <w:rsid w:val="00DA625A"/>
    <w:rsid w:val="00DC6CD5"/>
    <w:rsid w:val="00DC7340"/>
    <w:rsid w:val="00DD20C1"/>
    <w:rsid w:val="00DD408B"/>
    <w:rsid w:val="00DD5497"/>
    <w:rsid w:val="00DF03FC"/>
    <w:rsid w:val="00DF09A0"/>
    <w:rsid w:val="00E030F2"/>
    <w:rsid w:val="00E031C4"/>
    <w:rsid w:val="00E16051"/>
    <w:rsid w:val="00E325E9"/>
    <w:rsid w:val="00E3782E"/>
    <w:rsid w:val="00E541E7"/>
    <w:rsid w:val="00E61367"/>
    <w:rsid w:val="00E64F0B"/>
    <w:rsid w:val="00E847D9"/>
    <w:rsid w:val="00E909C7"/>
    <w:rsid w:val="00E92625"/>
    <w:rsid w:val="00E95E8C"/>
    <w:rsid w:val="00EA54EC"/>
    <w:rsid w:val="00EB1403"/>
    <w:rsid w:val="00EB2836"/>
    <w:rsid w:val="00EB3238"/>
    <w:rsid w:val="00EB42CC"/>
    <w:rsid w:val="00EB65C7"/>
    <w:rsid w:val="00EB748D"/>
    <w:rsid w:val="00EC6E8B"/>
    <w:rsid w:val="00ED3FA4"/>
    <w:rsid w:val="00EE108E"/>
    <w:rsid w:val="00F10AA2"/>
    <w:rsid w:val="00F10EDB"/>
    <w:rsid w:val="00F14FB5"/>
    <w:rsid w:val="00F15B2A"/>
    <w:rsid w:val="00F201EE"/>
    <w:rsid w:val="00F234B6"/>
    <w:rsid w:val="00F259D2"/>
    <w:rsid w:val="00F26850"/>
    <w:rsid w:val="00F33AAA"/>
    <w:rsid w:val="00F52363"/>
    <w:rsid w:val="00F63AB4"/>
    <w:rsid w:val="00F66257"/>
    <w:rsid w:val="00F81F37"/>
    <w:rsid w:val="00F83E2D"/>
    <w:rsid w:val="00F94E82"/>
    <w:rsid w:val="00F97C14"/>
    <w:rsid w:val="00FB17A1"/>
    <w:rsid w:val="00FB1A5B"/>
    <w:rsid w:val="00FC4280"/>
    <w:rsid w:val="00FD5C4B"/>
    <w:rsid w:val="00F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9E3B06"/>
  <w15:docId w15:val="{155D451F-8F97-4647-9C0E-F99B54A1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link w:val="Naslov1Znak"/>
    <w:uiPriority w:val="9"/>
    <w:qFormat/>
    <w:pPr>
      <w:outlineLvl w:val="0"/>
    </w:pPr>
    <w:rPr>
      <w:rFonts w:eastAsiaTheme="minorEastAsia"/>
    </w:rPr>
  </w:style>
  <w:style w:type="paragraph" w:styleId="Naslov2">
    <w:name w:val="heading 2"/>
    <w:basedOn w:val="Navaden"/>
    <w:link w:val="Naslov2Znak"/>
    <w:qFormat/>
    <w:pPr>
      <w:outlineLvl w:val="1"/>
    </w:pPr>
    <w:rPr>
      <w:rFonts w:eastAsiaTheme="minorEastAsia"/>
    </w:rPr>
  </w:style>
  <w:style w:type="paragraph" w:styleId="Naslov3">
    <w:name w:val="heading 3"/>
    <w:basedOn w:val="Navaden"/>
    <w:next w:val="Navaden"/>
    <w:link w:val="Naslov3Znak"/>
    <w:unhideWhenUsed/>
    <w:qFormat/>
    <w:rsid w:val="00C840BD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slov4">
    <w:name w:val="heading 4"/>
    <w:basedOn w:val="Navaden"/>
    <w:link w:val="Naslov4Znak"/>
    <w:uiPriority w:val="9"/>
    <w:qFormat/>
    <w:pPr>
      <w:outlineLvl w:val="3"/>
    </w:pPr>
    <w:rPr>
      <w:rFonts w:eastAsiaTheme="minorEastAsia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C840BD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Cs w:val="24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C840BD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Cs w:val="24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840BD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US"/>
    </w:rPr>
  </w:style>
  <w:style w:type="paragraph" w:styleId="Naslov8">
    <w:name w:val="heading 8"/>
    <w:basedOn w:val="Navaden"/>
    <w:link w:val="Naslov8Znak"/>
    <w:uiPriority w:val="9"/>
    <w:qFormat/>
    <w:pPr>
      <w:outlineLvl w:val="7"/>
    </w:pPr>
  </w:style>
  <w:style w:type="paragraph" w:styleId="Naslov9">
    <w:name w:val="heading 9"/>
    <w:basedOn w:val="Navaden"/>
    <w:link w:val="Naslov9Znak"/>
    <w:uiPriority w:val="9"/>
    <w:qFormat/>
    <w:pPr>
      <w:outlineLvl w:val="8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rPr>
      <w:color w:val="0000FF"/>
      <w:u w:val="single"/>
    </w:rPr>
  </w:style>
  <w:style w:type="character" w:styleId="SledenaHiperpovezava">
    <w:name w:val="FollowedHyperlink"/>
    <w:basedOn w:val="Privzetapisavaodstavka"/>
    <w:rPr>
      <w:color w:val="800080"/>
      <w:u w:val="single"/>
    </w:rPr>
  </w:style>
  <w:style w:type="character" w:customStyle="1" w:styleId="Naslov1Znak">
    <w:name w:val="Naslov 1 Znak"/>
    <w:basedOn w:val="Privzetapisavaodstavka"/>
    <w:link w:val="Naslov1"/>
    <w:uiPriority w:val="9"/>
    <w:locked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Naslov2Znak">
    <w:name w:val="Naslov 2 Znak"/>
    <w:basedOn w:val="Privzetapisavaodstavka"/>
    <w:link w:val="Naslov2"/>
    <w:locked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Naslov4Znak">
    <w:name w:val="Naslov 4 Znak"/>
    <w:basedOn w:val="Privzetapisavaodstavka"/>
    <w:link w:val="Naslov4"/>
    <w:locked/>
    <w:rPr>
      <w:rFonts w:ascii="Cambria" w:eastAsia="Times New Roman" w:hAnsi="Cambria" w:cs="Times New Roman" w:hint="default"/>
      <w:b/>
      <w:bCs/>
      <w:i/>
      <w:iCs/>
      <w:color w:val="4F81BD"/>
      <w:sz w:val="24"/>
    </w:rPr>
  </w:style>
  <w:style w:type="paragraph" w:styleId="HTML-oblikovano">
    <w:name w:val="HTML Preformatted"/>
    <w:basedOn w:val="Navaden"/>
    <w:link w:val="HTML-oblikovanoZnak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oblikovanoZnak">
    <w:name w:val="HTML-oblikovano Znak"/>
    <w:basedOn w:val="Privzetapisavaodstavka"/>
    <w:link w:val="HTML-oblikovano"/>
    <w:locked/>
    <w:rPr>
      <w:rFonts w:ascii="Consolas" w:hAnsi="Consolas" w:cs="Consolas" w:hint="default"/>
    </w:rPr>
  </w:style>
  <w:style w:type="paragraph" w:styleId="Navadensplet">
    <w:name w:val="Normal (Web)"/>
    <w:basedOn w:val="Navaden"/>
    <w:pPr>
      <w:spacing w:after="210"/>
    </w:pPr>
    <w:rPr>
      <w:color w:val="333333"/>
      <w:sz w:val="18"/>
      <w:szCs w:val="18"/>
    </w:rPr>
  </w:style>
  <w:style w:type="character" w:customStyle="1" w:styleId="Naslov8Znak">
    <w:name w:val="Naslov 8 Znak"/>
    <w:basedOn w:val="Privzetapisavaodstavka"/>
    <w:link w:val="Naslov8"/>
    <w:locked/>
    <w:rPr>
      <w:rFonts w:ascii="Cambria" w:eastAsia="Times New Roman" w:hAnsi="Cambria" w:cs="Times New Roman" w:hint="default"/>
      <w:color w:val="404040"/>
    </w:rPr>
  </w:style>
  <w:style w:type="character" w:customStyle="1" w:styleId="Naslov9Znak">
    <w:name w:val="Naslov 9 Znak"/>
    <w:basedOn w:val="Privzetapisavaodstavka"/>
    <w:link w:val="Naslov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Glava">
    <w:name w:val="header"/>
    <w:basedOn w:val="Navaden"/>
    <w:link w:val="GlavaZnak"/>
  </w:style>
  <w:style w:type="character" w:customStyle="1" w:styleId="GlavaZnak">
    <w:name w:val="Glava Znak"/>
    <w:basedOn w:val="Privzetapisavaodstavka"/>
    <w:link w:val="Glava"/>
    <w:locked/>
    <w:rPr>
      <w:sz w:val="24"/>
    </w:rPr>
  </w:style>
  <w:style w:type="paragraph" w:styleId="Noga">
    <w:name w:val="footer"/>
    <w:basedOn w:val="Navaden"/>
    <w:link w:val="NogaZnak"/>
    <w:uiPriority w:val="99"/>
  </w:style>
  <w:style w:type="character" w:customStyle="1" w:styleId="NogaZnak">
    <w:name w:val="Noga Znak"/>
    <w:basedOn w:val="Privzetapisavaodstavka"/>
    <w:link w:val="Noga"/>
    <w:uiPriority w:val="99"/>
    <w:locked/>
    <w:rPr>
      <w:sz w:val="24"/>
    </w:rPr>
  </w:style>
  <w:style w:type="paragraph" w:styleId="Telobesedila">
    <w:name w:val="Body Text"/>
    <w:basedOn w:val="Navaden"/>
    <w:link w:val="TelobesedilaZnak"/>
  </w:style>
  <w:style w:type="character" w:customStyle="1" w:styleId="TelobesedilaZnak">
    <w:name w:val="Telo besedila Znak"/>
    <w:basedOn w:val="Privzetapisavaodstavka"/>
    <w:link w:val="Telobesedila"/>
    <w:locked/>
    <w:rPr>
      <w:sz w:val="24"/>
    </w:rPr>
  </w:style>
  <w:style w:type="paragraph" w:styleId="Telobesedila-zamik">
    <w:name w:val="Body Text Indent"/>
    <w:basedOn w:val="Navaden"/>
    <w:link w:val="Telobesedila-zamikZnak"/>
  </w:style>
  <w:style w:type="character" w:customStyle="1" w:styleId="Telobesedila-zamikZnak">
    <w:name w:val="Telo besedila - zamik Znak"/>
    <w:basedOn w:val="Privzetapisavaodstavka"/>
    <w:link w:val="Telobesedila-zamik"/>
    <w:locked/>
    <w:rPr>
      <w:sz w:val="24"/>
    </w:rPr>
  </w:style>
  <w:style w:type="paragraph" w:styleId="Telobesedila2">
    <w:name w:val="Body Text 2"/>
    <w:basedOn w:val="Navaden"/>
    <w:link w:val="Telobesedila2Znak"/>
  </w:style>
  <w:style w:type="character" w:customStyle="1" w:styleId="Telobesedila2Znak">
    <w:name w:val="Telo besedila 2 Znak"/>
    <w:basedOn w:val="Privzetapisavaodstavka"/>
    <w:link w:val="Telobesedila2"/>
    <w:locked/>
    <w:rPr>
      <w:sz w:val="24"/>
    </w:rPr>
  </w:style>
  <w:style w:type="paragraph" w:styleId="Telobesedila3">
    <w:name w:val="Body Text 3"/>
    <w:basedOn w:val="Navaden"/>
    <w:link w:val="Telobesedila3Znak"/>
  </w:style>
  <w:style w:type="character" w:customStyle="1" w:styleId="Telobesedila3Znak">
    <w:name w:val="Telo besedila 3 Znak"/>
    <w:basedOn w:val="Privzetapisavaodstavka"/>
    <w:link w:val="Telobesedila3"/>
    <w:locked/>
    <w:rPr>
      <w:sz w:val="16"/>
      <w:szCs w:val="16"/>
    </w:rPr>
  </w:style>
  <w:style w:type="paragraph" w:styleId="Zgradbadokumenta">
    <w:name w:val="Document Map"/>
    <w:basedOn w:val="Navaden"/>
    <w:link w:val="ZgradbadokumentaZnak"/>
  </w:style>
  <w:style w:type="character" w:customStyle="1" w:styleId="ZgradbadokumentaZnak">
    <w:name w:val="Zgradba dokumenta Znak"/>
    <w:basedOn w:val="Privzetapisavaodstavka"/>
    <w:link w:val="Zgradbadokumenta"/>
    <w:locked/>
    <w:rPr>
      <w:rFonts w:ascii="Tahoma" w:hAnsi="Tahoma" w:cs="Tahoma" w:hint="default"/>
      <w:sz w:val="16"/>
      <w:szCs w:val="16"/>
    </w:rPr>
  </w:style>
  <w:style w:type="paragraph" w:styleId="Besedilooblaka">
    <w:name w:val="Balloon Text"/>
    <w:basedOn w:val="Navaden"/>
    <w:link w:val="BesedilooblakaZnak"/>
  </w:style>
  <w:style w:type="character" w:customStyle="1" w:styleId="BesedilooblakaZnak">
    <w:name w:val="Besedilo oblačka Znak"/>
    <w:basedOn w:val="Privzetapisavaodstavka"/>
    <w:link w:val="Besedilooblaka"/>
    <w:locked/>
    <w:rPr>
      <w:rFonts w:ascii="Tahoma" w:hAnsi="Tahoma" w:cs="Tahoma" w:hint="default"/>
      <w:sz w:val="16"/>
      <w:szCs w:val="16"/>
    </w:rPr>
  </w:style>
  <w:style w:type="paragraph" w:customStyle="1" w:styleId="Navaden1">
    <w:name w:val="Navaden1"/>
    <w:basedOn w:val="Navaden"/>
  </w:style>
  <w:style w:type="paragraph" w:customStyle="1" w:styleId="Naslov31">
    <w:name w:val="Naslov 31"/>
    <w:aliases w:val="VP-NASLOV-3"/>
    <w:basedOn w:val="Navaden"/>
    <w:next w:val="Navaden1"/>
    <w:pPr>
      <w:keepNext/>
      <w:spacing w:before="240" w:after="60"/>
      <w:jc w:val="both"/>
      <w:outlineLvl w:val="2"/>
    </w:pPr>
    <w:rPr>
      <w:rFonts w:eastAsiaTheme="minorEastAsia"/>
      <w:b/>
    </w:rPr>
  </w:style>
  <w:style w:type="paragraph" w:customStyle="1" w:styleId="heading3">
    <w:name w:val="heading3"/>
    <w:basedOn w:val="Navaden"/>
    <w:pPr>
      <w:spacing w:after="210"/>
    </w:pPr>
    <w:rPr>
      <w:color w:val="333333"/>
      <w:sz w:val="18"/>
      <w:szCs w:val="18"/>
    </w:rPr>
  </w:style>
  <w:style w:type="paragraph" w:customStyle="1" w:styleId="msolistparagraph0">
    <w:name w:val="msolistparagraph0"/>
    <w:basedOn w:val="Navaden"/>
    <w:uiPriority w:val="34"/>
    <w:qFormat/>
    <w:pPr>
      <w:spacing w:after="210"/>
    </w:pPr>
    <w:rPr>
      <w:color w:val="333333"/>
      <w:sz w:val="18"/>
      <w:szCs w:val="18"/>
    </w:rPr>
  </w:style>
  <w:style w:type="paragraph" w:customStyle="1" w:styleId="heading30">
    <w:name w:val="heading30"/>
    <w:basedOn w:val="Navaden"/>
    <w:pPr>
      <w:spacing w:after="210"/>
    </w:pPr>
    <w:rPr>
      <w:rFonts w:eastAsiaTheme="minorEastAsia"/>
      <w:color w:val="333333"/>
      <w:sz w:val="18"/>
      <w:szCs w:val="18"/>
    </w:rPr>
  </w:style>
  <w:style w:type="paragraph" w:customStyle="1" w:styleId="heading1">
    <w:name w:val="heading1"/>
    <w:basedOn w:val="Navaden"/>
    <w:pPr>
      <w:spacing w:after="210"/>
    </w:pPr>
    <w:rPr>
      <w:color w:val="333333"/>
      <w:sz w:val="18"/>
      <w:szCs w:val="18"/>
    </w:rPr>
  </w:style>
  <w:style w:type="paragraph" w:customStyle="1" w:styleId="msolistparagraph1">
    <w:name w:val="msolistparagraph"/>
    <w:basedOn w:val="Navaden"/>
    <w:pPr>
      <w:ind w:left="708"/>
    </w:pPr>
  </w:style>
  <w:style w:type="character" w:customStyle="1" w:styleId="VP-odlok-alinejeZnakZnak">
    <w:name w:val="VP-odlok-alineje Znak Znak"/>
    <w:basedOn w:val="Privzetapisavaodstavka"/>
    <w:link w:val="VP-odlok-alineje"/>
    <w:locked/>
    <w:rPr>
      <w:rFonts w:ascii="Arial" w:hAnsi="Arial" w:cs="Arial" w:hint="default"/>
      <w:sz w:val="16"/>
      <w:szCs w:val="16"/>
    </w:rPr>
  </w:style>
  <w:style w:type="paragraph" w:customStyle="1" w:styleId="VP-odlok-alineje">
    <w:name w:val="VP-odlok-alineje"/>
    <w:basedOn w:val="Navaden"/>
    <w:link w:val="VP-odlok-alinejeZnakZnak"/>
    <w:autoRedefine/>
    <w:pPr>
      <w:widowControl w:val="0"/>
      <w:adjustRightInd w:val="0"/>
      <w:jc w:val="both"/>
    </w:pPr>
    <w:rPr>
      <w:rFonts w:ascii="Arial" w:hAnsi="Arial"/>
      <w:sz w:val="16"/>
      <w:szCs w:val="16"/>
    </w:rPr>
  </w:style>
  <w:style w:type="character" w:customStyle="1" w:styleId="vp-tabeleChar">
    <w:name w:val="vp-tabele Char"/>
    <w:basedOn w:val="Privzetapisavaodstavka"/>
    <w:link w:val="vp-tabele"/>
    <w:locked/>
    <w:rPr>
      <w:rFonts w:ascii="Arial" w:hAnsi="Arial" w:cs="Arial" w:hint="default"/>
      <w:sz w:val="16"/>
      <w:szCs w:val="22"/>
    </w:rPr>
  </w:style>
  <w:style w:type="paragraph" w:customStyle="1" w:styleId="vp-tabele">
    <w:name w:val="vp-tabele"/>
    <w:basedOn w:val="Navaden"/>
    <w:link w:val="vp-tabeleChar"/>
    <w:pPr>
      <w:widowControl w:val="0"/>
      <w:adjustRightInd w:val="0"/>
      <w:spacing w:before="180" w:after="180" w:line="300" w:lineRule="auto"/>
    </w:pPr>
    <w:rPr>
      <w:rFonts w:ascii="Arial" w:hAnsi="Arial"/>
      <w:sz w:val="16"/>
      <w:szCs w:val="22"/>
    </w:rPr>
  </w:style>
  <w:style w:type="character" w:customStyle="1" w:styleId="vp-tabele-2CharChar">
    <w:name w:val="vp-tabele-2 Char Char"/>
    <w:basedOn w:val="vp-tabeleChar"/>
    <w:link w:val="vp-tabele-2"/>
    <w:locked/>
    <w:rPr>
      <w:rFonts w:ascii="Arial" w:hAnsi="Arial" w:cs="Arial" w:hint="default"/>
      <w:sz w:val="16"/>
      <w:szCs w:val="14"/>
      <w:shd w:val="clear" w:color="auto" w:fill="F3FFF3"/>
    </w:rPr>
  </w:style>
  <w:style w:type="paragraph" w:customStyle="1" w:styleId="vp-tabele-2">
    <w:name w:val="vp-tabele-2"/>
    <w:basedOn w:val="vp-tabele"/>
    <w:link w:val="vp-tabele-2CharChar"/>
    <w:autoRedefine/>
    <w:pPr>
      <w:shd w:val="clear" w:color="auto" w:fill="F3FFF3"/>
      <w:spacing w:before="0" w:after="0"/>
    </w:pPr>
    <w:rPr>
      <w:szCs w:val="14"/>
    </w:rPr>
  </w:style>
  <w:style w:type="paragraph" w:customStyle="1" w:styleId="maja-odstavek">
    <w:name w:val="maja-odstavek"/>
    <w:basedOn w:val="Navaden"/>
    <w:pPr>
      <w:numPr>
        <w:numId w:val="1"/>
      </w:numPr>
      <w:tabs>
        <w:tab w:val="left" w:pos="397"/>
      </w:tabs>
      <w:spacing w:after="120" w:line="300" w:lineRule="auto"/>
      <w:jc w:val="both"/>
    </w:pPr>
    <w:rPr>
      <w:rFonts w:ascii="Arial" w:hAnsi="Arial"/>
      <w:sz w:val="16"/>
    </w:rPr>
  </w:style>
  <w:style w:type="paragraph" w:customStyle="1" w:styleId="maja-stavek">
    <w:name w:val="maja-stavek"/>
    <w:basedOn w:val="maja-odstavek"/>
    <w:pPr>
      <w:numPr>
        <w:numId w:val="0"/>
      </w:numPr>
      <w:tabs>
        <w:tab w:val="left" w:pos="0"/>
      </w:tabs>
      <w:spacing w:before="240"/>
    </w:pPr>
  </w:style>
  <w:style w:type="character" w:customStyle="1" w:styleId="VP-odlok-clenZnakZnak">
    <w:name w:val="VP-odlok-clen Znak Znak"/>
    <w:basedOn w:val="Privzetapisavaodstavka"/>
    <w:link w:val="VP-odlok-clen"/>
    <w:locked/>
    <w:rPr>
      <w:rFonts w:ascii="Arial" w:hAnsi="Arial" w:cs="TTE1980790t00"/>
      <w:szCs w:val="24"/>
    </w:rPr>
  </w:style>
  <w:style w:type="paragraph" w:customStyle="1" w:styleId="VP-odlok-clen">
    <w:name w:val="VP-odlok-clen"/>
    <w:basedOn w:val="Navaden"/>
    <w:link w:val="VP-odlok-clenZnakZnak"/>
    <w:autoRedefine/>
    <w:pPr>
      <w:widowControl w:val="0"/>
      <w:numPr>
        <w:numId w:val="2"/>
      </w:numPr>
      <w:autoSpaceDE w:val="0"/>
      <w:autoSpaceDN w:val="0"/>
      <w:adjustRightInd w:val="0"/>
      <w:jc w:val="center"/>
    </w:pPr>
    <w:rPr>
      <w:rFonts w:ascii="Arial" w:hAnsi="Arial" w:cs="TTE1980790t00"/>
      <w:sz w:val="20"/>
      <w:szCs w:val="24"/>
    </w:rPr>
  </w:style>
  <w:style w:type="paragraph" w:customStyle="1" w:styleId="imeclenaVP">
    <w:name w:val="ime_clena_VP"/>
    <w:basedOn w:val="Navaden"/>
    <w:autoRedefine/>
    <w:pPr>
      <w:widowControl w:val="0"/>
      <w:adjustRightInd w:val="0"/>
      <w:spacing w:line="240" w:lineRule="exact"/>
      <w:jc w:val="center"/>
    </w:pPr>
    <w:rPr>
      <w:rFonts w:ascii="Arial" w:hAnsi="Arial"/>
      <w:sz w:val="20"/>
      <w:szCs w:val="14"/>
    </w:rPr>
  </w:style>
  <w:style w:type="character" w:customStyle="1" w:styleId="VP-odlok-odstavekZnak">
    <w:name w:val="VP-odlok-odstavek Znak"/>
    <w:basedOn w:val="Privzetapisavaodstavka"/>
    <w:link w:val="VP-odlok-odstavek"/>
    <w:locked/>
    <w:rPr>
      <w:rFonts w:ascii="TTE1980810t00" w:hAnsi="TTE1980810t00" w:cs="TTE1980810t00" w:hint="default"/>
      <w:szCs w:val="56"/>
      <w:lang w:eastAsia="en-US"/>
    </w:rPr>
  </w:style>
  <w:style w:type="paragraph" w:customStyle="1" w:styleId="VP-odlok-odstavek">
    <w:name w:val="VP-odlok-odstavek"/>
    <w:basedOn w:val="Navaden"/>
    <w:link w:val="VP-odlok-odstavekZnak"/>
  </w:style>
  <w:style w:type="character" w:customStyle="1" w:styleId="Heading1Char">
    <w:name w:val="Heading 1 Char"/>
    <w:basedOn w:val="Privzetapisavaodstavka"/>
    <w:link w:val="Naslov11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paragraph" w:customStyle="1" w:styleId="Naslov11">
    <w:name w:val="Naslov 11"/>
    <w:basedOn w:val="Navaden"/>
    <w:link w:val="Heading1Char"/>
  </w:style>
  <w:style w:type="character" w:customStyle="1" w:styleId="Heading2Char">
    <w:name w:val="Heading 2 Char"/>
    <w:basedOn w:val="Privzetapisavaodstavka"/>
    <w:link w:val="Naslov21"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customStyle="1" w:styleId="Naslov21">
    <w:name w:val="Naslov 21"/>
    <w:basedOn w:val="Navaden"/>
    <w:link w:val="Heading2Char"/>
  </w:style>
  <w:style w:type="character" w:customStyle="1" w:styleId="Heading8Char">
    <w:name w:val="Heading 8 Char"/>
    <w:basedOn w:val="Privzetapisavaodstavka"/>
    <w:link w:val="Naslov81"/>
    <w:locked/>
    <w:rPr>
      <w:rFonts w:asciiTheme="majorHAnsi" w:eastAsiaTheme="majorEastAsia" w:hAnsiTheme="majorHAnsi" w:cstheme="majorBidi" w:hint="default"/>
      <w:color w:val="404040" w:themeColor="text1" w:themeTint="BF"/>
    </w:rPr>
  </w:style>
  <w:style w:type="paragraph" w:customStyle="1" w:styleId="Naslov81">
    <w:name w:val="Naslov 81"/>
    <w:basedOn w:val="Navaden"/>
    <w:link w:val="Heading8Char"/>
  </w:style>
  <w:style w:type="character" w:customStyle="1" w:styleId="Heading9Char">
    <w:name w:val="Heading 9 Char"/>
    <w:basedOn w:val="Privzetapisavaodstavka"/>
    <w:link w:val="Naslov91"/>
    <w:locked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paragraph" w:customStyle="1" w:styleId="Naslov91">
    <w:name w:val="Naslov 91"/>
    <w:basedOn w:val="Navaden"/>
    <w:link w:val="Heading9Char"/>
  </w:style>
  <w:style w:type="character" w:customStyle="1" w:styleId="BodyTextChar">
    <w:name w:val="Body Text Char"/>
    <w:basedOn w:val="Privzetapisavaodstavka"/>
    <w:link w:val="Telobesedila1"/>
    <w:locked/>
    <w:rPr>
      <w:sz w:val="24"/>
    </w:rPr>
  </w:style>
  <w:style w:type="paragraph" w:customStyle="1" w:styleId="Telobesedila1">
    <w:name w:val="Telo besedila1"/>
    <w:basedOn w:val="Navaden"/>
    <w:link w:val="BodyTextChar"/>
  </w:style>
  <w:style w:type="character" w:customStyle="1" w:styleId="BodyText2Char">
    <w:name w:val="Body Text 2 Char"/>
    <w:basedOn w:val="Privzetapisavaodstavka"/>
    <w:link w:val="Telobesedila21"/>
    <w:locked/>
    <w:rPr>
      <w:sz w:val="24"/>
    </w:rPr>
  </w:style>
  <w:style w:type="paragraph" w:customStyle="1" w:styleId="Telobesedila21">
    <w:name w:val="Telo besedila 21"/>
    <w:basedOn w:val="Navaden"/>
    <w:link w:val="BodyText2Char"/>
  </w:style>
  <w:style w:type="character" w:customStyle="1" w:styleId="BodyText3Char">
    <w:name w:val="Body Text 3 Char"/>
    <w:basedOn w:val="Privzetapisavaodstavka"/>
    <w:link w:val="Telobesedila31"/>
    <w:locked/>
    <w:rPr>
      <w:sz w:val="16"/>
      <w:szCs w:val="16"/>
    </w:rPr>
  </w:style>
  <w:style w:type="paragraph" w:customStyle="1" w:styleId="Telobesedila31">
    <w:name w:val="Telo besedila 31"/>
    <w:basedOn w:val="Navaden"/>
    <w:link w:val="BodyText3Char"/>
  </w:style>
  <w:style w:type="character" w:customStyle="1" w:styleId="DocumentMapChar">
    <w:name w:val="Document Map Char"/>
    <w:basedOn w:val="Privzetapisavaodstavka"/>
    <w:link w:val="Zgradbadokumenta1"/>
    <w:locked/>
    <w:rPr>
      <w:rFonts w:ascii="Tahoma" w:hAnsi="Tahoma" w:cs="Tahoma" w:hint="default"/>
      <w:sz w:val="16"/>
      <w:szCs w:val="16"/>
    </w:rPr>
  </w:style>
  <w:style w:type="paragraph" w:customStyle="1" w:styleId="Zgradbadokumenta1">
    <w:name w:val="Zgradba dokumenta1"/>
    <w:basedOn w:val="Navaden"/>
    <w:link w:val="DocumentMapChar"/>
  </w:style>
  <w:style w:type="character" w:customStyle="1" w:styleId="BalloonTextChar">
    <w:name w:val="Balloon Text Char"/>
    <w:basedOn w:val="Privzetapisavaodstavka"/>
    <w:link w:val="Besedilooblaka1"/>
    <w:locked/>
    <w:rPr>
      <w:rFonts w:ascii="Tahoma" w:hAnsi="Tahoma" w:cs="Tahoma" w:hint="default"/>
      <w:sz w:val="16"/>
      <w:szCs w:val="16"/>
    </w:rPr>
  </w:style>
  <w:style w:type="paragraph" w:customStyle="1" w:styleId="Besedilooblaka1">
    <w:name w:val="Besedilo oblačka1"/>
    <w:basedOn w:val="Navaden"/>
    <w:link w:val="BalloonTextChar"/>
  </w:style>
  <w:style w:type="character" w:customStyle="1" w:styleId="Heading4Char1">
    <w:name w:val="Heading 4 Char1"/>
    <w:basedOn w:val="Privzetapisavaodstavka"/>
    <w:link w:val="Naslov41"/>
    <w:locked/>
    <w:rPr>
      <w:b/>
      <w:bCs/>
      <w:sz w:val="28"/>
      <w:szCs w:val="28"/>
    </w:rPr>
  </w:style>
  <w:style w:type="paragraph" w:customStyle="1" w:styleId="Naslov41">
    <w:name w:val="Naslov 41"/>
    <w:basedOn w:val="Navaden"/>
    <w:link w:val="Heading4Char1"/>
  </w:style>
  <w:style w:type="character" w:customStyle="1" w:styleId="HTMLPreformattedChar1">
    <w:name w:val="HTML Preformatted Char1"/>
    <w:basedOn w:val="Privzetapisavaodstavka"/>
    <w:link w:val="HTML-oblikovano1"/>
    <w:locked/>
    <w:rPr>
      <w:rFonts w:ascii="Courier New" w:hAnsi="Courier New" w:cs="Courier New" w:hint="default"/>
    </w:rPr>
  </w:style>
  <w:style w:type="paragraph" w:customStyle="1" w:styleId="HTML-oblikovano1">
    <w:name w:val="HTML-oblikovano1"/>
    <w:basedOn w:val="Navaden"/>
    <w:link w:val="HTMLPreformattedChar1"/>
  </w:style>
  <w:style w:type="character" w:customStyle="1" w:styleId="HeaderChar1">
    <w:name w:val="Header Char1"/>
    <w:basedOn w:val="Privzetapisavaodstavka"/>
    <w:link w:val="Glava1"/>
    <w:locked/>
    <w:rPr>
      <w:sz w:val="24"/>
    </w:rPr>
  </w:style>
  <w:style w:type="paragraph" w:customStyle="1" w:styleId="Glava1">
    <w:name w:val="Glava1"/>
    <w:basedOn w:val="Navaden"/>
    <w:link w:val="HeaderChar1"/>
  </w:style>
  <w:style w:type="character" w:customStyle="1" w:styleId="FooterChar1">
    <w:name w:val="Footer Char1"/>
    <w:basedOn w:val="Privzetapisavaodstavka"/>
    <w:link w:val="Noga1"/>
    <w:locked/>
    <w:rPr>
      <w:sz w:val="24"/>
    </w:rPr>
  </w:style>
  <w:style w:type="paragraph" w:customStyle="1" w:styleId="Noga1">
    <w:name w:val="Noga1"/>
    <w:basedOn w:val="Navaden"/>
    <w:link w:val="FooterChar1"/>
  </w:style>
  <w:style w:type="character" w:customStyle="1" w:styleId="BodyTextIndentChar1">
    <w:name w:val="Body Text Indent Char1"/>
    <w:basedOn w:val="Privzetapisavaodstavka"/>
    <w:link w:val="Telobesedila-zamik1"/>
    <w:locked/>
    <w:rPr>
      <w:sz w:val="24"/>
    </w:rPr>
  </w:style>
  <w:style w:type="paragraph" w:customStyle="1" w:styleId="Telobesedila-zamik1">
    <w:name w:val="Telo besedila - zamik1"/>
    <w:basedOn w:val="Navaden"/>
    <w:link w:val="BodyTextIndentChar1"/>
  </w:style>
  <w:style w:type="character" w:customStyle="1" w:styleId="Heading3Char">
    <w:name w:val="Heading 3 Char"/>
    <w:aliases w:val="VP-NASLOV-3 Char"/>
    <w:basedOn w:val="Privzetapisavaodstavka"/>
    <w:rPr>
      <w:rFonts w:asciiTheme="majorHAnsi" w:eastAsiaTheme="majorEastAsia" w:hAnsiTheme="majorHAnsi" w:cstheme="majorBidi" w:hint="default"/>
      <w:b/>
      <w:bCs/>
      <w:color w:val="4F81BD" w:themeColor="accent1"/>
      <w:sz w:val="24"/>
    </w:rPr>
  </w:style>
  <w:style w:type="character" w:customStyle="1" w:styleId="Heading4Char">
    <w:name w:val="Heading 4 Char"/>
    <w:basedOn w:val="Privzetapisavaodstavka"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</w:rPr>
  </w:style>
  <w:style w:type="character" w:customStyle="1" w:styleId="HTMLPreformattedChar">
    <w:name w:val="HTML Preformatted Char"/>
    <w:basedOn w:val="Privzetapisavaodstavka"/>
    <w:rPr>
      <w:rFonts w:ascii="Consolas" w:hAnsi="Consolas" w:cs="Consolas" w:hint="default"/>
    </w:rPr>
  </w:style>
  <w:style w:type="character" w:customStyle="1" w:styleId="HeaderChar">
    <w:name w:val="Header Char"/>
    <w:basedOn w:val="Privzetapisavaodstavka"/>
    <w:uiPriority w:val="99"/>
    <w:rPr>
      <w:sz w:val="24"/>
    </w:rPr>
  </w:style>
  <w:style w:type="character" w:customStyle="1" w:styleId="FooterChar">
    <w:name w:val="Footer Char"/>
    <w:basedOn w:val="Privzetapisavaodstavka"/>
    <w:uiPriority w:val="99"/>
    <w:rPr>
      <w:sz w:val="24"/>
    </w:rPr>
  </w:style>
  <w:style w:type="character" w:customStyle="1" w:styleId="BodyTextIndentChar">
    <w:name w:val="Body Text Indent Char"/>
    <w:basedOn w:val="Privzetapisavaodstavka"/>
    <w:rPr>
      <w:sz w:val="24"/>
    </w:rPr>
  </w:style>
  <w:style w:type="character" w:customStyle="1" w:styleId="CharChar2">
    <w:name w:val="Char Char2"/>
    <w:basedOn w:val="Privzetapisavaodstavka"/>
    <w:rPr>
      <w:sz w:val="24"/>
    </w:rPr>
  </w:style>
  <w:style w:type="character" w:customStyle="1" w:styleId="CharChar3">
    <w:name w:val="Char Char3"/>
    <w:basedOn w:val="Privzetapisavaodstavka"/>
    <w:rPr>
      <w:sz w:val="24"/>
    </w:rPr>
  </w:style>
  <w:style w:type="character" w:customStyle="1" w:styleId="CharChar4">
    <w:name w:val="Char Char4"/>
    <w:basedOn w:val="Privzetapisavaodstavka"/>
    <w:locked/>
    <w:rPr>
      <w:sz w:val="24"/>
    </w:rPr>
  </w:style>
  <w:style w:type="character" w:customStyle="1" w:styleId="CharChar5">
    <w:name w:val="Char Char5"/>
    <w:basedOn w:val="Privzetapisavaodstavka"/>
    <w:locked/>
    <w:rPr>
      <w:sz w:val="24"/>
    </w:r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mrea1">
    <w:name w:val="Tabela – mreža1"/>
    <w:basedOn w:val="Navadnatabel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vilkastrani">
    <w:name w:val="page number"/>
    <w:basedOn w:val="Privzetapisavaodstavka"/>
    <w:uiPriority w:val="99"/>
    <w:unhideWhenUsed/>
  </w:style>
  <w:style w:type="table" w:styleId="Tabelamrea">
    <w:name w:val="Table Grid"/>
    <w:basedOn w:val="Navadnatabela"/>
    <w:rsid w:val="00CD0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A4D3B"/>
    <w:pPr>
      <w:ind w:left="720"/>
      <w:contextualSpacing/>
    </w:pPr>
  </w:style>
  <w:style w:type="table" w:customStyle="1" w:styleId="Tabelamrea11">
    <w:name w:val="Tabela – mreža11"/>
    <w:basedOn w:val="Navadnatabela"/>
    <w:uiPriority w:val="59"/>
    <w:rsid w:val="00D52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1B64B4"/>
    <w:rPr>
      <w:color w:val="605E5C"/>
      <w:shd w:val="clear" w:color="auto" w:fill="E1DFDD"/>
    </w:rPr>
  </w:style>
  <w:style w:type="character" w:customStyle="1" w:styleId="Naslov3Znak">
    <w:name w:val="Naslov 3 Znak"/>
    <w:basedOn w:val="Privzetapisavaodstavka"/>
    <w:link w:val="Naslov3"/>
    <w:rsid w:val="00C840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5Znak">
    <w:name w:val="Naslov 5 Znak"/>
    <w:basedOn w:val="Privzetapisavaodstavka"/>
    <w:link w:val="Naslov5"/>
    <w:uiPriority w:val="9"/>
    <w:rsid w:val="00C840B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rsid w:val="00C840B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840B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  <w:style w:type="table" w:customStyle="1" w:styleId="Tabelamrea111">
    <w:name w:val="Tabela – mreža111"/>
    <w:basedOn w:val="Navadnatabela"/>
    <w:uiPriority w:val="59"/>
    <w:rsid w:val="007E3814"/>
    <w:rPr>
      <w:rFonts w:ascii="Cambria" w:eastAsia="MS Mincho" w:hAnsi="Cambria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0602BB"/>
    <w:rPr>
      <w:rFonts w:ascii="Cambria" w:eastAsia="MS Mincho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edilo">
    <w:name w:val="Besedilo"/>
    <w:basedOn w:val="Navaden"/>
    <w:rsid w:val="00540C75"/>
    <w:pPr>
      <w:jc w:val="both"/>
    </w:pPr>
    <w:rPr>
      <w:rFonts w:ascii="SL Dutch" w:hAnsi="SL Dutch"/>
      <w:lang w:val="en-GB"/>
    </w:rPr>
  </w:style>
  <w:style w:type="paragraph" w:styleId="Sprotnaopomba-besedilo">
    <w:name w:val="footnote text"/>
    <w:basedOn w:val="Navaden"/>
    <w:link w:val="Sprotnaopomba-besediloZnak"/>
    <w:semiHidden/>
    <w:unhideWhenUsed/>
    <w:rsid w:val="00CC587D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CC587D"/>
  </w:style>
  <w:style w:type="character" w:styleId="Sprotnaopomba-sklic">
    <w:name w:val="footnote reference"/>
    <w:basedOn w:val="Privzetapisavaodstavka"/>
    <w:semiHidden/>
    <w:unhideWhenUsed/>
    <w:rsid w:val="00CC58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ajnistvo@obcina-grad.si" TargetMode="External"/><Relationship Id="rId2" Type="http://schemas.openxmlformats.org/officeDocument/2006/relationships/image" Target="cid:0B2FAD03-8C54-466B-944D-2F931DAB406C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pguide\moduli\lokac_info\templates\zalec\predloga%20_prome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D9DBC-A223-4B94-A1BE-D51DEE68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_promet</Template>
  <TotalTime>76</TotalTime>
  <Pages>7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PREDLOGA</vt:lpstr>
    </vt:vector>
  </TitlesOfParts>
  <Company>Kaliopa d.o.o.</Company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PREDLOGA</dc:title>
  <dc:creator>Kaliopa d.o.o.</dc:creator>
  <cp:lastModifiedBy>Tatjana Grah</cp:lastModifiedBy>
  <cp:revision>38</cp:revision>
  <cp:lastPrinted>2024-07-24T12:30:00Z</cp:lastPrinted>
  <dcterms:created xsi:type="dcterms:W3CDTF">2024-07-22T10:52:00Z</dcterms:created>
  <dcterms:modified xsi:type="dcterms:W3CDTF">2025-05-28T07:19:00Z</dcterms:modified>
</cp:coreProperties>
</file>